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5BCCE" w14:textId="12B3493D" w:rsidR="002B2360" w:rsidRDefault="002B2360" w:rsidP="001D4ED7">
      <w:pPr>
        <w:pStyle w:val="berschrift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Was ist ein Prozess?</w:t>
      </w:r>
    </w:p>
    <w:p w14:paraId="70586A1A" w14:textId="1311CBF1" w:rsidR="00052479" w:rsidRDefault="00ED11A3" w:rsidP="0005247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Wird ein Programm gestartet, startet das Betriebssystem dieses Programm als </w:t>
      </w:r>
      <w:r w:rsidR="00052479" w:rsidRPr="00052479">
        <w:rPr>
          <w:rFonts w:eastAsiaTheme="minorHAnsi"/>
          <w:lang w:eastAsia="en-US"/>
        </w:rPr>
        <w:t xml:space="preserve">Prozess </w:t>
      </w:r>
      <w:r>
        <w:rPr>
          <w:rFonts w:eastAsiaTheme="minorHAnsi"/>
          <w:lang w:eastAsia="en-US"/>
        </w:rPr>
        <w:t xml:space="preserve">im Rechner. Zum Prozess gehören ein Teil des Arbeitsspeichers und CPU-Ressourcen. </w:t>
      </w:r>
      <w:r w:rsidR="00DC4BAA">
        <w:rPr>
          <w:rFonts w:eastAsiaTheme="minorHAnsi"/>
          <w:lang w:eastAsia="en-US"/>
        </w:rPr>
        <w:t xml:space="preserve">Anweisungen in einem Prozess werden grundsätzlich nacheinander abgearbeitet. </w:t>
      </w:r>
    </w:p>
    <w:p w14:paraId="2CC9A382" w14:textId="479336F2" w:rsidR="00C66548" w:rsidRDefault="00C66548" w:rsidP="0005247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Dies ist ärgerlich, wenn eine Anweisung auf externe Ereignisse wartet (wie in der Demo-Anwendung auf die Verbindung eines Clients und seine Nachrichten). </w:t>
      </w:r>
      <w:r w:rsidR="002C5016">
        <w:rPr>
          <w:rFonts w:eastAsiaTheme="minorHAnsi"/>
          <w:lang w:eastAsia="en-US"/>
        </w:rPr>
        <w:t xml:space="preserve">Dann sind </w:t>
      </w:r>
      <w:r w:rsidR="00640F11">
        <w:rPr>
          <w:rFonts w:eastAsiaTheme="minorHAnsi"/>
          <w:lang w:eastAsia="en-US"/>
        </w:rPr>
        <w:t>z. B.</w:t>
      </w:r>
      <w:r w:rsidR="002C5016">
        <w:rPr>
          <w:rFonts w:eastAsiaTheme="minorHAnsi"/>
          <w:lang w:eastAsia="en-US"/>
        </w:rPr>
        <w:t xml:space="preserve"> Eingabeaktionen an der GUI blockiert.</w:t>
      </w:r>
    </w:p>
    <w:p w14:paraId="633D162A" w14:textId="2B913B40" w:rsidR="00994234" w:rsidRPr="00052479" w:rsidRDefault="00994234" w:rsidP="0005247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Eine Lösung dazu sind Threads, die auch als Nebenläufigkeit bezeichnet werden. </w:t>
      </w:r>
      <w:r w:rsidR="003731D2">
        <w:rPr>
          <w:rFonts w:eastAsiaTheme="minorHAnsi"/>
          <w:lang w:eastAsia="en-US"/>
        </w:rPr>
        <w:t>Sie erlauben eine Entkopplung solcher blockierenden Anweisungen.</w:t>
      </w:r>
    </w:p>
    <w:p w14:paraId="030D5C91" w14:textId="77777777" w:rsidR="002B2360" w:rsidRPr="002B2360" w:rsidRDefault="002B2360" w:rsidP="002B2360">
      <w:pPr>
        <w:rPr>
          <w:rFonts w:eastAsiaTheme="minorHAnsi"/>
          <w:lang w:eastAsia="en-US"/>
        </w:rPr>
      </w:pPr>
    </w:p>
    <w:p w14:paraId="5F655164" w14:textId="3F11FA8D" w:rsidR="001D4ED7" w:rsidRPr="00034892" w:rsidRDefault="001D4ED7" w:rsidP="001D4ED7">
      <w:pPr>
        <w:pStyle w:val="berschrift3"/>
        <w:rPr>
          <w:rFonts w:eastAsiaTheme="minorHAnsi"/>
          <w:lang w:eastAsia="en-US"/>
        </w:rPr>
      </w:pPr>
      <w:r w:rsidRPr="00034892">
        <w:rPr>
          <w:rFonts w:eastAsiaTheme="minorHAnsi"/>
          <w:lang w:eastAsia="en-US"/>
        </w:rPr>
        <w:t>Prozesse und Threads</w:t>
      </w:r>
    </w:p>
    <w:p w14:paraId="4CF063C3" w14:textId="77777777" w:rsidR="001D4ED7" w:rsidRDefault="001D4ED7" w:rsidP="001D4ED7">
      <w:pPr>
        <w:rPr>
          <w:rFonts w:eastAsiaTheme="minorHAnsi"/>
          <w:lang w:eastAsia="en-US"/>
        </w:rPr>
      </w:pPr>
      <w:r w:rsidRPr="00034892">
        <w:rPr>
          <w:rFonts w:eastAsiaTheme="minorHAnsi"/>
          <w:lang w:eastAsia="en-US"/>
        </w:rPr>
        <w:t>Prozess</w:t>
      </w:r>
      <w:r>
        <w:rPr>
          <w:rFonts w:eastAsiaTheme="minorHAnsi"/>
          <w:lang w:eastAsia="en-US"/>
        </w:rPr>
        <w:t>e</w:t>
      </w:r>
      <w:r w:rsidRPr="0003489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und Threads unterscheiden sich vor allem im Umfang der ihnen zur Verfügung stehenden Ressourcen des Rechners. </w:t>
      </w:r>
    </w:p>
    <w:p w14:paraId="3D300209" w14:textId="78BC1337" w:rsidR="001D4ED7" w:rsidRPr="00034892" w:rsidRDefault="001D4ED7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Ein Prozess bekommt </w:t>
      </w:r>
      <w:r w:rsidRPr="00034892">
        <w:rPr>
          <w:rFonts w:eastAsiaTheme="minorHAnsi"/>
          <w:lang w:eastAsia="en-US"/>
        </w:rPr>
        <w:t>alles was zu seiner Ausführung benötigt</w:t>
      </w:r>
      <w:r>
        <w:rPr>
          <w:rFonts w:eastAsiaTheme="minorHAnsi"/>
          <w:lang w:eastAsia="en-US"/>
        </w:rPr>
        <w:t xml:space="preserve">, </w:t>
      </w:r>
      <w:r w:rsidR="00640F11">
        <w:rPr>
          <w:rFonts w:eastAsiaTheme="minorHAnsi"/>
          <w:lang w:eastAsia="en-US"/>
        </w:rPr>
        <w:t>u. a.</w:t>
      </w:r>
      <w:r>
        <w:rPr>
          <w:rFonts w:eastAsiaTheme="minorHAnsi"/>
          <w:lang w:eastAsia="en-US"/>
        </w:rPr>
        <w:t xml:space="preserve"> einen abgeschirmten Speicherbereich, bekommt Zugriff auf Rechnerkomponenten wie Laufwerke</w:t>
      </w:r>
      <w:r w:rsidR="00FF14DB">
        <w:rPr>
          <w:rFonts w:eastAsiaTheme="minorHAnsi"/>
          <w:lang w:eastAsia="en-US"/>
        </w:rPr>
        <w:t>, Netzwerkkarte, Prozessorkerne</w:t>
      </w:r>
      <w:bookmarkStart w:id="0" w:name="_GoBack"/>
      <w:bookmarkEnd w:id="0"/>
      <w:r>
        <w:rPr>
          <w:rFonts w:eastAsiaTheme="minorHAnsi"/>
          <w:lang w:eastAsia="en-US"/>
        </w:rPr>
        <w:t xml:space="preserve"> usw. Verwaltet werden die verschiedenen laufenden Prozesse auf dem Rechner durch den </w:t>
      </w:r>
      <w:r w:rsidRPr="00034892">
        <w:rPr>
          <w:rFonts w:eastAsiaTheme="minorHAnsi"/>
          <w:lang w:eastAsia="en-US"/>
        </w:rPr>
        <w:t>Prozess-Scheduler des Betriebssystems.</w:t>
      </w:r>
    </w:p>
    <w:p w14:paraId="75CAF712" w14:textId="77777777" w:rsidR="001D4ED7" w:rsidRPr="00034892" w:rsidRDefault="001D4ED7" w:rsidP="001D4ED7">
      <w:pPr>
        <w:rPr>
          <w:rFonts w:eastAsiaTheme="minorHAnsi"/>
          <w:lang w:eastAsia="en-US"/>
        </w:rPr>
      </w:pPr>
      <w:r w:rsidRPr="00034892">
        <w:rPr>
          <w:rFonts w:eastAsiaTheme="minorHAnsi"/>
          <w:lang w:eastAsia="en-US"/>
        </w:rPr>
        <w:t xml:space="preserve">Threads </w:t>
      </w:r>
      <w:r>
        <w:rPr>
          <w:rFonts w:eastAsiaTheme="minorHAnsi"/>
          <w:lang w:eastAsia="en-US"/>
        </w:rPr>
        <w:t xml:space="preserve">sind nun kleine eigenständige Ausführungseinheiten, </w:t>
      </w:r>
      <w:r w:rsidRPr="00034892">
        <w:rPr>
          <w:rFonts w:eastAsiaTheme="minorHAnsi"/>
          <w:lang w:eastAsia="en-US"/>
        </w:rPr>
        <w:t xml:space="preserve">nur </w:t>
      </w:r>
      <w:r>
        <w:rPr>
          <w:rFonts w:eastAsiaTheme="minorHAnsi"/>
          <w:lang w:eastAsia="en-US"/>
        </w:rPr>
        <w:t xml:space="preserve">eben innerhalb seines Prozesses, </w:t>
      </w:r>
      <w:r w:rsidRPr="00034892">
        <w:rPr>
          <w:rFonts w:eastAsiaTheme="minorHAnsi"/>
          <w:lang w:eastAsia="en-US"/>
        </w:rPr>
        <w:t xml:space="preserve">zu </w:t>
      </w:r>
      <w:r>
        <w:rPr>
          <w:rFonts w:eastAsiaTheme="minorHAnsi"/>
          <w:lang w:eastAsia="en-US"/>
        </w:rPr>
        <w:t>denen</w:t>
      </w:r>
      <w:r w:rsidRPr="0003489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sie </w:t>
      </w:r>
      <w:r w:rsidRPr="00034892">
        <w:rPr>
          <w:rFonts w:eastAsiaTheme="minorHAnsi"/>
          <w:lang w:eastAsia="en-US"/>
        </w:rPr>
        <w:t>gehör</w:t>
      </w:r>
      <w:r>
        <w:rPr>
          <w:rFonts w:eastAsiaTheme="minorHAnsi"/>
          <w:lang w:eastAsia="en-US"/>
        </w:rPr>
        <w:t>en</w:t>
      </w:r>
      <w:r w:rsidRPr="00034892">
        <w:rPr>
          <w:rFonts w:eastAsiaTheme="minorHAnsi"/>
          <w:lang w:eastAsia="en-US"/>
        </w:rPr>
        <w:t>.</w:t>
      </w:r>
    </w:p>
    <w:p w14:paraId="06756BA6" w14:textId="7FD1CFD0" w:rsidR="001D4ED7" w:rsidRPr="00034892" w:rsidRDefault="001D4ED7" w:rsidP="001D4ED7">
      <w:pPr>
        <w:rPr>
          <w:rFonts w:eastAsiaTheme="minorHAnsi"/>
          <w:lang w:eastAsia="en-US"/>
        </w:rPr>
      </w:pPr>
      <w:r w:rsidRPr="00034892">
        <w:rPr>
          <w:rFonts w:eastAsiaTheme="minorHAnsi"/>
          <w:lang w:eastAsia="en-US"/>
        </w:rPr>
        <w:t>Mit Hilfe von Threads können wir Nebenläufigkeit</w:t>
      </w:r>
      <w:r>
        <w:rPr>
          <w:rFonts w:eastAsiaTheme="minorHAnsi"/>
          <w:lang w:eastAsia="en-US"/>
        </w:rPr>
        <w:t xml:space="preserve"> (Scheinparallelität und echte Parallelität) </w:t>
      </w:r>
      <w:r w:rsidRPr="00034892">
        <w:rPr>
          <w:rFonts w:eastAsiaTheme="minorHAnsi"/>
          <w:lang w:eastAsia="en-US"/>
        </w:rPr>
        <w:t>innerhalb eines Prozesses erreichen.</w:t>
      </w:r>
      <w:r>
        <w:rPr>
          <w:rFonts w:eastAsiaTheme="minorHAnsi"/>
          <w:lang w:eastAsia="en-US"/>
        </w:rPr>
        <w:t xml:space="preserve"> </w:t>
      </w:r>
      <w:r w:rsidRPr="00034892">
        <w:rPr>
          <w:rFonts w:eastAsiaTheme="minorHAnsi"/>
          <w:lang w:eastAsia="en-US"/>
        </w:rPr>
        <w:t xml:space="preserve">Wir können uns Threads </w:t>
      </w:r>
      <w:r>
        <w:rPr>
          <w:rFonts w:eastAsiaTheme="minorHAnsi"/>
          <w:lang w:eastAsia="en-US"/>
        </w:rPr>
        <w:t xml:space="preserve">als </w:t>
      </w:r>
      <w:r w:rsidRPr="00034892">
        <w:rPr>
          <w:rFonts w:eastAsiaTheme="minorHAnsi"/>
          <w:lang w:eastAsia="en-US"/>
        </w:rPr>
        <w:t>eine Unterteilung eines Prozesses i</w:t>
      </w:r>
      <w:r w:rsidR="00C81B68">
        <w:rPr>
          <w:rFonts w:eastAsiaTheme="minorHAnsi"/>
          <w:lang w:eastAsia="en-US"/>
        </w:rPr>
        <w:t xml:space="preserve">n Einheiten vorstellen, </w:t>
      </w:r>
      <w:r w:rsidR="0057695B">
        <w:rPr>
          <w:rFonts w:eastAsiaTheme="minorHAnsi"/>
          <w:lang w:eastAsia="en-US"/>
        </w:rPr>
        <w:t xml:space="preserve">die dann nebeneinander bzw. </w:t>
      </w:r>
      <w:r w:rsidR="00C81B68">
        <w:rPr>
          <w:rFonts w:eastAsiaTheme="minorHAnsi"/>
          <w:lang w:eastAsia="en-US"/>
        </w:rPr>
        <w:t>n</w:t>
      </w:r>
      <w:r w:rsidRPr="00034892">
        <w:rPr>
          <w:rFonts w:eastAsiaTheme="minorHAnsi"/>
          <w:lang w:eastAsia="en-US"/>
        </w:rPr>
        <w:t>ebenläufig (</w:t>
      </w:r>
      <w:r w:rsidR="00EC4A64" w:rsidRPr="0055675C">
        <w:rPr>
          <w:rFonts w:eastAsiaTheme="minorHAnsi"/>
          <w:lang w:eastAsia="en-US"/>
        </w:rPr>
        <w:t>c</w:t>
      </w:r>
      <w:r w:rsidRPr="0055675C">
        <w:rPr>
          <w:rFonts w:eastAsiaTheme="minorHAnsi"/>
          <w:lang w:eastAsia="en-US"/>
        </w:rPr>
        <w:t>oncurren</w:t>
      </w:r>
      <w:r w:rsidR="00EC4A64" w:rsidRPr="0055675C">
        <w:rPr>
          <w:rFonts w:eastAsiaTheme="minorHAnsi"/>
          <w:lang w:eastAsia="en-US"/>
        </w:rPr>
        <w:t>t</w:t>
      </w:r>
      <w:r w:rsidRPr="00034892">
        <w:rPr>
          <w:rFonts w:eastAsiaTheme="minorHAnsi"/>
          <w:lang w:eastAsia="en-US"/>
        </w:rPr>
        <w:t>) auf den zu diesem Prozess gehörenden Ressourcen ausgeführt werden</w:t>
      </w:r>
      <w:r>
        <w:rPr>
          <w:rFonts w:eastAsiaTheme="minorHAnsi"/>
          <w:lang w:eastAsia="en-US"/>
        </w:rPr>
        <w:t xml:space="preserve"> (</w:t>
      </w:r>
      <w:r w:rsidRPr="0055675C">
        <w:rPr>
          <w:rFonts w:eastAsiaTheme="minorHAnsi"/>
          <w:lang w:eastAsia="en-US"/>
        </w:rPr>
        <w:t>Multithreading</w:t>
      </w:r>
      <w:r>
        <w:rPr>
          <w:rFonts w:eastAsiaTheme="minorHAnsi"/>
          <w:lang w:eastAsia="en-US"/>
        </w:rPr>
        <w:t>)</w:t>
      </w:r>
      <w:r w:rsidRPr="00034892">
        <w:rPr>
          <w:rFonts w:eastAsiaTheme="minorHAnsi"/>
          <w:lang w:eastAsia="en-US"/>
        </w:rPr>
        <w:t>.</w:t>
      </w:r>
    </w:p>
    <w:p w14:paraId="61AF6764" w14:textId="381FB8AD" w:rsidR="001D4ED7" w:rsidRPr="00034892" w:rsidRDefault="00755C36" w:rsidP="001D4ED7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E4BFE40" wp14:editId="4C3CCCC6">
            <wp:simplePos x="0" y="0"/>
            <wp:positionH relativeFrom="column">
              <wp:posOffset>1303020</wp:posOffset>
            </wp:positionH>
            <wp:positionV relativeFrom="paragraph">
              <wp:posOffset>467360</wp:posOffset>
            </wp:positionV>
            <wp:extent cx="4777200" cy="3240000"/>
            <wp:effectExtent l="0" t="0" r="4445" b="0"/>
            <wp:wrapTight wrapText="bothSides">
              <wp:wrapPolygon edited="0">
                <wp:start x="0" y="0"/>
                <wp:lineTo x="0" y="21465"/>
                <wp:lineTo x="21534" y="21465"/>
                <wp:lineTo x="21534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200" cy="32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ED7">
        <w:rPr>
          <w:rFonts w:eastAsiaTheme="minorHAnsi"/>
          <w:lang w:eastAsia="en-US"/>
        </w:rPr>
        <w:t xml:space="preserve">Mit </w:t>
      </w:r>
      <w:r w:rsidR="001D4ED7" w:rsidRPr="0055675C">
        <w:rPr>
          <w:rFonts w:eastAsiaTheme="minorHAnsi"/>
          <w:lang w:eastAsia="en-US"/>
        </w:rPr>
        <w:t>Multithreading</w:t>
      </w:r>
      <w:r w:rsidR="001D4ED7">
        <w:rPr>
          <w:rFonts w:eastAsiaTheme="minorHAnsi"/>
          <w:lang w:eastAsia="en-US"/>
        </w:rPr>
        <w:t xml:space="preserve"> können </w:t>
      </w:r>
      <w:r w:rsidR="0057695B">
        <w:rPr>
          <w:rFonts w:eastAsiaTheme="minorHAnsi"/>
          <w:lang w:eastAsia="en-US"/>
        </w:rPr>
        <w:t xml:space="preserve">wir mehrere Rechnerkerne </w:t>
      </w:r>
      <w:r w:rsidR="001D4ED7" w:rsidRPr="00034892">
        <w:rPr>
          <w:rFonts w:eastAsiaTheme="minorHAnsi"/>
          <w:lang w:eastAsia="en-US"/>
        </w:rPr>
        <w:t>besser ausnutzen</w:t>
      </w:r>
      <w:r w:rsidR="0057695B">
        <w:rPr>
          <w:rFonts w:eastAsiaTheme="minorHAnsi"/>
          <w:lang w:eastAsia="en-US"/>
        </w:rPr>
        <w:t xml:space="preserve"> </w:t>
      </w:r>
      <w:r w:rsidR="001D4ED7" w:rsidRPr="00034892">
        <w:rPr>
          <w:rFonts w:eastAsiaTheme="minorHAnsi"/>
          <w:lang w:eastAsia="en-US"/>
        </w:rPr>
        <w:t xml:space="preserve">und </w:t>
      </w:r>
      <w:r w:rsidR="001D4ED7">
        <w:rPr>
          <w:rFonts w:eastAsiaTheme="minorHAnsi"/>
          <w:lang w:eastAsia="en-US"/>
        </w:rPr>
        <w:t>vor allem Oberflächen bedienbar halten</w:t>
      </w:r>
      <w:r w:rsidR="001D4ED7" w:rsidRPr="00034892">
        <w:rPr>
          <w:rFonts w:eastAsiaTheme="minorHAnsi"/>
          <w:lang w:eastAsia="en-US"/>
        </w:rPr>
        <w:t>.</w:t>
      </w:r>
    </w:p>
    <w:p w14:paraId="21BC7487" w14:textId="42A90209" w:rsidR="001D4ED7" w:rsidRDefault="007E63E7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Ein </w:t>
      </w:r>
      <w:r w:rsidR="001D4ED7">
        <w:rPr>
          <w:rFonts w:eastAsiaTheme="minorHAnsi"/>
          <w:lang w:eastAsia="en-US"/>
        </w:rPr>
        <w:t xml:space="preserve">Hauptproblem ist, </w:t>
      </w:r>
      <w:r>
        <w:rPr>
          <w:rFonts w:eastAsiaTheme="minorHAnsi"/>
          <w:lang w:eastAsia="en-US"/>
        </w:rPr>
        <w:t xml:space="preserve">dass schwer </w:t>
      </w:r>
      <w:r w:rsidR="001D4ED7" w:rsidRPr="00034892">
        <w:rPr>
          <w:rFonts w:eastAsiaTheme="minorHAnsi"/>
          <w:lang w:eastAsia="en-US"/>
        </w:rPr>
        <w:t>auffind</w:t>
      </w:r>
      <w:r w:rsidR="001D4ED7">
        <w:rPr>
          <w:rFonts w:eastAsiaTheme="minorHAnsi"/>
          <w:lang w:eastAsia="en-US"/>
        </w:rPr>
        <w:t>bare</w:t>
      </w:r>
      <w:r w:rsidR="001D4ED7" w:rsidRPr="00034892">
        <w:rPr>
          <w:rFonts w:eastAsiaTheme="minorHAnsi"/>
          <w:lang w:eastAsia="en-US"/>
        </w:rPr>
        <w:t xml:space="preserve"> Fehler auftreten</w:t>
      </w:r>
      <w:r>
        <w:rPr>
          <w:rFonts w:eastAsiaTheme="minorHAnsi"/>
          <w:lang w:eastAsia="en-US"/>
        </w:rPr>
        <w:t xml:space="preserve"> können</w:t>
      </w:r>
      <w:r w:rsidR="001D4ED7" w:rsidRPr="00034892">
        <w:rPr>
          <w:rFonts w:eastAsiaTheme="minorHAnsi"/>
          <w:lang w:eastAsia="en-US"/>
        </w:rPr>
        <w:t>.</w:t>
      </w:r>
      <w:r w:rsidR="000F61F1">
        <w:rPr>
          <w:rFonts w:eastAsiaTheme="minorHAnsi"/>
          <w:lang w:eastAsia="en-US"/>
        </w:rPr>
        <w:t xml:space="preserve"> </w:t>
      </w:r>
      <w:r w:rsidR="001D4ED7">
        <w:rPr>
          <w:rFonts w:eastAsiaTheme="minorHAnsi"/>
          <w:lang w:eastAsia="en-US"/>
        </w:rPr>
        <w:t xml:space="preserve">Übertreiben wir </w:t>
      </w:r>
      <w:r w:rsidR="001D4ED7" w:rsidRPr="00034892">
        <w:rPr>
          <w:rFonts w:eastAsiaTheme="minorHAnsi"/>
          <w:lang w:eastAsia="en-US"/>
        </w:rPr>
        <w:t xml:space="preserve">es mit dem </w:t>
      </w:r>
      <w:r w:rsidR="001D4ED7" w:rsidRPr="0055675C">
        <w:rPr>
          <w:rFonts w:eastAsiaTheme="minorHAnsi"/>
          <w:lang w:eastAsia="en-US"/>
        </w:rPr>
        <w:t>Multithreading</w:t>
      </w:r>
      <w:r w:rsidR="001D4ED7">
        <w:rPr>
          <w:rFonts w:eastAsiaTheme="minorHAnsi"/>
          <w:lang w:eastAsia="en-US"/>
        </w:rPr>
        <w:t xml:space="preserve">, kann das Ganze nach hinten losgehen und der Aufwand der Verwaltung sind </w:t>
      </w:r>
      <w:r w:rsidR="001D4ED7" w:rsidRPr="00034892">
        <w:rPr>
          <w:rFonts w:eastAsiaTheme="minorHAnsi"/>
          <w:lang w:eastAsia="en-US"/>
        </w:rPr>
        <w:t xml:space="preserve">so hoch, dass der </w:t>
      </w:r>
      <w:r w:rsidR="00640F11">
        <w:rPr>
          <w:rFonts w:eastAsiaTheme="minorHAnsi"/>
          <w:lang w:eastAsia="en-US"/>
        </w:rPr>
        <w:t>potenzielle</w:t>
      </w:r>
      <w:r w:rsidR="001D4ED7" w:rsidRPr="00034892">
        <w:rPr>
          <w:rFonts w:eastAsiaTheme="minorHAnsi"/>
          <w:lang w:eastAsia="en-US"/>
        </w:rPr>
        <w:t xml:space="preserve"> Leistungsgewinn</w:t>
      </w:r>
      <w:r w:rsidR="001D4ED7">
        <w:rPr>
          <w:rFonts w:eastAsiaTheme="minorHAnsi"/>
          <w:lang w:eastAsia="en-US"/>
        </w:rPr>
        <w:t xml:space="preserve"> </w:t>
      </w:r>
      <w:r w:rsidR="001D4ED7" w:rsidRPr="00034892">
        <w:rPr>
          <w:rFonts w:eastAsiaTheme="minorHAnsi"/>
          <w:lang w:eastAsia="en-US"/>
        </w:rPr>
        <w:t>zu</w:t>
      </w:r>
      <w:r w:rsidR="001D4ED7">
        <w:rPr>
          <w:rFonts w:eastAsiaTheme="minorHAnsi"/>
          <w:lang w:eastAsia="en-US"/>
        </w:rPr>
        <w:t>nichte</w:t>
      </w:r>
      <w:r w:rsidR="001D4ED7" w:rsidRPr="00034892">
        <w:rPr>
          <w:rFonts w:eastAsiaTheme="minorHAnsi"/>
          <w:lang w:eastAsia="en-US"/>
        </w:rPr>
        <w:t>gemacht wird.</w:t>
      </w:r>
    </w:p>
    <w:p w14:paraId="55CF1AAF" w14:textId="4CFDD4E1" w:rsidR="001D4ED7" w:rsidRDefault="00E97178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Ein Thread kennt mehrere Phasen (siehe </w:t>
      </w:r>
      <w:r w:rsidR="00755C36">
        <w:rPr>
          <w:rFonts w:eastAsiaTheme="minorHAnsi"/>
          <w:lang w:eastAsia="en-US"/>
        </w:rPr>
        <w:t>oben</w:t>
      </w:r>
      <w:r>
        <w:rPr>
          <w:rFonts w:eastAsiaTheme="minorHAnsi"/>
          <w:lang w:eastAsia="en-US"/>
        </w:rPr>
        <w:t>)</w:t>
      </w:r>
      <w:r w:rsidR="00705CE4">
        <w:rPr>
          <w:rFonts w:eastAsiaTheme="minorHAnsi"/>
          <w:lang w:eastAsia="en-US"/>
        </w:rPr>
        <w:t>, deren Übergänge durch die angegebenen Methoden erreicht werden können</w:t>
      </w:r>
      <w:r w:rsidR="00333018">
        <w:rPr>
          <w:rFonts w:eastAsiaTheme="minorHAnsi"/>
          <w:lang w:eastAsia="en-US"/>
        </w:rPr>
        <w:t>. Zunächst betrachten wir aber</w:t>
      </w:r>
      <w:r w:rsidRPr="0055675C">
        <w:rPr>
          <w:rFonts w:eastAsiaTheme="minorHAnsi"/>
          <w:lang w:eastAsia="en-US"/>
        </w:rPr>
        <w:t>:</w:t>
      </w:r>
      <w:r w:rsidR="00755C36" w:rsidRPr="0055675C">
        <w:rPr>
          <w:rFonts w:eastAsiaTheme="minorHAnsi"/>
          <w:lang w:eastAsia="en-US"/>
        </w:rPr>
        <w:t xml:space="preserve"> </w:t>
      </w:r>
      <w:r w:rsidR="001D4ED7" w:rsidRPr="0055675C">
        <w:rPr>
          <w:rFonts w:eastAsiaTheme="minorHAnsi"/>
          <w:lang w:eastAsia="en-US"/>
        </w:rPr>
        <w:t xml:space="preserve"> </w:t>
      </w:r>
    </w:p>
    <w:p w14:paraId="053F9BE5" w14:textId="77777777" w:rsidR="001D4ED7" w:rsidRPr="008A21ED" w:rsidRDefault="001D4ED7" w:rsidP="008A21ED">
      <w:pPr>
        <w:pStyle w:val="Listenabsatz"/>
        <w:numPr>
          <w:ilvl w:val="0"/>
          <w:numId w:val="13"/>
        </w:numPr>
        <w:rPr>
          <w:rFonts w:eastAsiaTheme="minorHAnsi"/>
          <w:lang w:eastAsia="en-US"/>
        </w:rPr>
      </w:pPr>
      <w:r w:rsidRPr="008A21ED">
        <w:rPr>
          <w:rFonts w:eastAsiaTheme="minorHAnsi"/>
          <w:lang w:eastAsia="en-US"/>
        </w:rPr>
        <w:t xml:space="preserve">Nach dem Start ist der Thread </w:t>
      </w:r>
      <w:r w:rsidRPr="0055675C">
        <w:rPr>
          <w:rFonts w:eastAsiaTheme="minorHAnsi"/>
          <w:lang w:eastAsia="en-US"/>
        </w:rPr>
        <w:t>Runnable</w:t>
      </w:r>
      <w:r w:rsidRPr="008A21ED">
        <w:rPr>
          <w:rFonts w:eastAsiaTheme="minorHAnsi"/>
          <w:lang w:eastAsia="en-US"/>
        </w:rPr>
        <w:t xml:space="preserve">, er wird meist in die </w:t>
      </w:r>
      <w:r w:rsidRPr="0055675C">
        <w:rPr>
          <w:rFonts w:eastAsiaTheme="minorHAnsi"/>
          <w:lang w:eastAsia="en-US"/>
        </w:rPr>
        <w:t>Running</w:t>
      </w:r>
      <w:r w:rsidRPr="008A21ED">
        <w:rPr>
          <w:rFonts w:eastAsiaTheme="minorHAnsi"/>
          <w:lang w:eastAsia="en-US"/>
        </w:rPr>
        <w:t xml:space="preserve"> Phase treten, in der er seine Aufgaben abarbeitet.</w:t>
      </w:r>
    </w:p>
    <w:p w14:paraId="744C5E61" w14:textId="3B07CD49" w:rsidR="001D4ED7" w:rsidRPr="008A21ED" w:rsidRDefault="001D4ED7" w:rsidP="008A21ED">
      <w:pPr>
        <w:pStyle w:val="Listenabsatz"/>
        <w:numPr>
          <w:ilvl w:val="0"/>
          <w:numId w:val="13"/>
        </w:numPr>
        <w:rPr>
          <w:rFonts w:eastAsiaTheme="minorHAnsi"/>
          <w:lang w:eastAsia="en-US"/>
        </w:rPr>
      </w:pPr>
      <w:r w:rsidRPr="008A21ED">
        <w:rPr>
          <w:rFonts w:eastAsiaTheme="minorHAnsi"/>
          <w:lang w:eastAsia="en-US"/>
        </w:rPr>
        <w:t xml:space="preserve">Durch Konkurrenz und Kommunikation mit anderen Threads kann es vorkommen, dass er warten muss oder einem anderen Thread </w:t>
      </w:r>
      <w:r w:rsidR="00BE5A92">
        <w:rPr>
          <w:rFonts w:eastAsiaTheme="minorHAnsi"/>
          <w:lang w:eastAsia="en-US"/>
        </w:rPr>
        <w:t xml:space="preserve">Vortritt gibt: </w:t>
      </w:r>
      <w:r w:rsidR="00640F11">
        <w:rPr>
          <w:rFonts w:eastAsiaTheme="minorHAnsi"/>
          <w:lang w:eastAsia="en-US"/>
        </w:rPr>
        <w:t>Er</w:t>
      </w:r>
      <w:r w:rsidR="00BE5A92">
        <w:rPr>
          <w:rFonts w:eastAsiaTheme="minorHAnsi"/>
          <w:lang w:eastAsia="en-US"/>
        </w:rPr>
        <w:t xml:space="preserve"> wechselt in die Phase </w:t>
      </w:r>
      <w:r w:rsidR="00BE5A92" w:rsidRPr="0055675C">
        <w:rPr>
          <w:rFonts w:eastAsiaTheme="minorHAnsi"/>
          <w:lang w:eastAsia="en-US"/>
        </w:rPr>
        <w:t>waiting</w:t>
      </w:r>
      <w:r w:rsidRPr="008A21ED">
        <w:rPr>
          <w:rFonts w:eastAsiaTheme="minorHAnsi"/>
          <w:lang w:eastAsia="en-US"/>
        </w:rPr>
        <w:t xml:space="preserve">. </w:t>
      </w:r>
    </w:p>
    <w:p w14:paraId="30CDA64D" w14:textId="00AC44D8" w:rsidR="001D4ED7" w:rsidRPr="008A21ED" w:rsidRDefault="001D4ED7" w:rsidP="008A21ED">
      <w:pPr>
        <w:pStyle w:val="Listenabsatz"/>
        <w:numPr>
          <w:ilvl w:val="0"/>
          <w:numId w:val="13"/>
        </w:numPr>
        <w:rPr>
          <w:rFonts w:eastAsiaTheme="minorHAnsi"/>
          <w:lang w:eastAsia="en-US"/>
        </w:rPr>
      </w:pPr>
      <w:r w:rsidRPr="008A21ED">
        <w:rPr>
          <w:rFonts w:eastAsiaTheme="minorHAnsi"/>
          <w:lang w:eastAsia="en-US"/>
        </w:rPr>
        <w:t xml:space="preserve">Wir erinnern uns an unseren </w:t>
      </w:r>
      <w:r w:rsidR="004D284E">
        <w:rPr>
          <w:rFonts w:eastAsiaTheme="minorHAnsi"/>
          <w:lang w:eastAsia="en-US"/>
        </w:rPr>
        <w:t xml:space="preserve">Receiver und </w:t>
      </w:r>
      <w:r w:rsidRPr="008A21ED">
        <w:rPr>
          <w:rFonts w:eastAsiaTheme="minorHAnsi"/>
          <w:lang w:eastAsia="en-US"/>
        </w:rPr>
        <w:t xml:space="preserve">erkennen, dass </w:t>
      </w:r>
      <w:r w:rsidR="004D284E">
        <w:rPr>
          <w:rFonts w:eastAsiaTheme="minorHAnsi"/>
          <w:lang w:eastAsia="en-US"/>
        </w:rPr>
        <w:t>die Verbindung mit dem Client in einem sep</w:t>
      </w:r>
      <w:r w:rsidR="00A81AE1">
        <w:rPr>
          <w:rFonts w:eastAsiaTheme="minorHAnsi"/>
          <w:lang w:eastAsia="en-US"/>
        </w:rPr>
        <w:t>a</w:t>
      </w:r>
      <w:r w:rsidR="004D284E">
        <w:rPr>
          <w:rFonts w:eastAsiaTheme="minorHAnsi"/>
          <w:lang w:eastAsia="en-US"/>
        </w:rPr>
        <w:t>raten Thread ausgelagert werden muss</w:t>
      </w:r>
      <w:r w:rsidRPr="008A21ED">
        <w:rPr>
          <w:rFonts w:eastAsiaTheme="minorHAnsi"/>
          <w:lang w:eastAsia="en-US"/>
        </w:rPr>
        <w:t>.</w:t>
      </w:r>
    </w:p>
    <w:p w14:paraId="5C71A393" w14:textId="5B210A8D" w:rsidR="001D4ED7" w:rsidRPr="008A21ED" w:rsidRDefault="001D4ED7" w:rsidP="008A21ED">
      <w:pPr>
        <w:pStyle w:val="Listenabsatz"/>
        <w:numPr>
          <w:ilvl w:val="0"/>
          <w:numId w:val="13"/>
        </w:numPr>
        <w:rPr>
          <w:rFonts w:eastAsiaTheme="minorHAnsi"/>
          <w:lang w:eastAsia="en-US"/>
        </w:rPr>
      </w:pPr>
      <w:r w:rsidRPr="008A21ED">
        <w:rPr>
          <w:rFonts w:eastAsiaTheme="minorHAnsi"/>
          <w:lang w:eastAsia="en-US"/>
        </w:rPr>
        <w:t xml:space="preserve">Ist ein Thread beendet, terminiert er. Auf die gezielte vorzeitige Beendigung </w:t>
      </w:r>
      <w:r w:rsidR="00B93FC8">
        <w:rPr>
          <w:rFonts w:eastAsiaTheme="minorHAnsi"/>
          <w:lang w:eastAsia="en-US"/>
        </w:rPr>
        <w:t xml:space="preserve">gehen </w:t>
      </w:r>
      <w:r w:rsidRPr="008A21ED">
        <w:rPr>
          <w:rFonts w:eastAsiaTheme="minorHAnsi"/>
          <w:lang w:eastAsia="en-US"/>
        </w:rPr>
        <w:t>wir später noch ein.</w:t>
      </w:r>
    </w:p>
    <w:p w14:paraId="0E9D22CF" w14:textId="2A0F4421" w:rsidR="001D4ED7" w:rsidRPr="00034892" w:rsidRDefault="00F12D34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Wie geht nun die Umwandlung </w:t>
      </w:r>
      <w:r w:rsidR="001D4ED7">
        <w:rPr>
          <w:rFonts w:eastAsiaTheme="minorHAnsi"/>
          <w:lang w:eastAsia="en-US"/>
        </w:rPr>
        <w:t>ein</w:t>
      </w:r>
      <w:r>
        <w:rPr>
          <w:rFonts w:eastAsiaTheme="minorHAnsi"/>
          <w:lang w:eastAsia="en-US"/>
        </w:rPr>
        <w:t>es</w:t>
      </w:r>
      <w:r w:rsidR="001D4ED7">
        <w:rPr>
          <w:rFonts w:eastAsiaTheme="minorHAnsi"/>
          <w:lang w:eastAsia="en-US"/>
        </w:rPr>
        <w:t xml:space="preserve"> </w:t>
      </w:r>
      <w:r w:rsidR="00640F11">
        <w:rPr>
          <w:rFonts w:eastAsiaTheme="minorHAnsi"/>
          <w:lang w:eastAsia="en-US"/>
        </w:rPr>
        <w:t>Sequenziellen</w:t>
      </w:r>
      <w:r w:rsidR="001D4ED7">
        <w:rPr>
          <w:rFonts w:eastAsiaTheme="minorHAnsi"/>
          <w:lang w:eastAsia="en-US"/>
        </w:rPr>
        <w:t xml:space="preserve"> in ein nebenläufiges </w:t>
      </w:r>
      <w:r>
        <w:rPr>
          <w:rFonts w:eastAsiaTheme="minorHAnsi"/>
          <w:lang w:eastAsia="en-US"/>
        </w:rPr>
        <w:t>Programm</w:t>
      </w:r>
      <w:r w:rsidR="001D4ED7">
        <w:rPr>
          <w:rFonts w:eastAsiaTheme="minorHAnsi"/>
          <w:lang w:eastAsia="en-US"/>
        </w:rPr>
        <w:t xml:space="preserve">? Dazu </w:t>
      </w:r>
      <w:r w:rsidR="006856D3">
        <w:rPr>
          <w:rFonts w:eastAsiaTheme="minorHAnsi"/>
          <w:lang w:eastAsia="en-US"/>
        </w:rPr>
        <w:t xml:space="preserve">sehen </w:t>
      </w:r>
      <w:r w:rsidR="001D4ED7">
        <w:rPr>
          <w:rFonts w:eastAsiaTheme="minorHAnsi"/>
          <w:lang w:eastAsia="en-US"/>
        </w:rPr>
        <w:t xml:space="preserve">wir das </w:t>
      </w:r>
      <w:r w:rsidR="001D4ED7" w:rsidRPr="00034892">
        <w:rPr>
          <w:rFonts w:eastAsiaTheme="minorHAnsi"/>
          <w:lang w:eastAsia="en-US"/>
        </w:rPr>
        <w:t>folgende Beispiel-Programm</w:t>
      </w:r>
      <w:r w:rsidR="001D4ED7">
        <w:rPr>
          <w:rFonts w:eastAsiaTheme="minorHAnsi"/>
          <w:lang w:eastAsia="en-US"/>
        </w:rPr>
        <w:t xml:space="preserve"> </w:t>
      </w:r>
      <w:r w:rsidR="006856D3">
        <w:rPr>
          <w:rFonts w:eastAsiaTheme="minorHAnsi"/>
          <w:lang w:eastAsia="en-US"/>
        </w:rPr>
        <w:t>an</w:t>
      </w:r>
      <w:r w:rsidR="001D4ED7">
        <w:rPr>
          <w:rFonts w:eastAsiaTheme="minorHAnsi"/>
          <w:lang w:eastAsia="en-US"/>
        </w:rPr>
        <w:t>, das die rechts stehende Ausgabe erzeugt</w:t>
      </w:r>
      <w:r w:rsidR="001D4ED7" w:rsidRPr="00034892">
        <w:rPr>
          <w:rFonts w:eastAsiaTheme="minorHAnsi"/>
          <w:lang w:eastAsia="en-US"/>
        </w:rPr>
        <w:t>:</w:t>
      </w:r>
    </w:p>
    <w:p w14:paraId="3D4D21F6" w14:textId="369253CB" w:rsidR="001D4ED7" w:rsidRDefault="00602568" w:rsidP="001D4ED7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0B6C17" wp14:editId="65A7874B">
                <wp:simplePos x="0" y="0"/>
                <wp:positionH relativeFrom="column">
                  <wp:posOffset>3227705</wp:posOffset>
                </wp:positionH>
                <wp:positionV relativeFrom="paragraph">
                  <wp:posOffset>50800</wp:posOffset>
                </wp:positionV>
                <wp:extent cx="975360" cy="2537460"/>
                <wp:effectExtent l="0" t="0" r="15240" b="1524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2537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7272B1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0</w:t>
                            </w:r>
                          </w:p>
                          <w:p w14:paraId="72A6E005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1</w:t>
                            </w:r>
                          </w:p>
                          <w:p w14:paraId="06ED09FE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2</w:t>
                            </w:r>
                          </w:p>
                          <w:p w14:paraId="4EA51796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3</w:t>
                            </w:r>
                          </w:p>
                          <w:p w14:paraId="2E86A5D1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4</w:t>
                            </w:r>
                          </w:p>
                          <w:p w14:paraId="7E9411F9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5</w:t>
                            </w:r>
                          </w:p>
                          <w:p w14:paraId="11826F80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6</w:t>
                            </w:r>
                          </w:p>
                          <w:p w14:paraId="102F8DF9" w14:textId="06EDB5A2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7</w:t>
                            </w:r>
                          </w:p>
                          <w:p w14:paraId="0B66555D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0</w:t>
                            </w:r>
                          </w:p>
                          <w:p w14:paraId="6FE58455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1</w:t>
                            </w:r>
                          </w:p>
                          <w:p w14:paraId="5312AFE2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2</w:t>
                            </w:r>
                          </w:p>
                          <w:p w14:paraId="0EF24673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3</w:t>
                            </w:r>
                          </w:p>
                          <w:p w14:paraId="7F8558FB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4</w:t>
                            </w:r>
                          </w:p>
                          <w:p w14:paraId="39B37FA8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5</w:t>
                            </w:r>
                          </w:p>
                          <w:p w14:paraId="36352E38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6</w:t>
                            </w:r>
                          </w:p>
                          <w:p w14:paraId="39D10D9F" w14:textId="2414CC5E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7</w:t>
                            </w:r>
                          </w:p>
                          <w:p w14:paraId="240470B8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B6C1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54.15pt;margin-top:4pt;width:76.8pt;height:19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" fillcolor="white [3201]" strokeweight=".5pt">
                <v:textbox>
                  <w:txbxContent>
                    <w:p w14:paraId="657272B1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0</w:t>
                      </w:r>
                    </w:p>
                    <w:p w14:paraId="72A6E005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1</w:t>
                      </w:r>
                    </w:p>
                    <w:p w14:paraId="06ED09FE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2</w:t>
                      </w:r>
                    </w:p>
                    <w:p w14:paraId="4EA51796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3</w:t>
                      </w:r>
                    </w:p>
                    <w:p w14:paraId="2E86A5D1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4</w:t>
                      </w:r>
                    </w:p>
                    <w:p w14:paraId="7E9411F9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5</w:t>
                      </w:r>
                    </w:p>
                    <w:p w14:paraId="11826F80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6</w:t>
                      </w:r>
                    </w:p>
                    <w:p w14:paraId="102F8DF9" w14:textId="06EDB5A2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7</w:t>
                      </w:r>
                    </w:p>
                    <w:p w14:paraId="0B66555D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0</w:t>
                      </w:r>
                    </w:p>
                    <w:p w14:paraId="6FE58455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1</w:t>
                      </w:r>
                    </w:p>
                    <w:p w14:paraId="5312AFE2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2</w:t>
                      </w:r>
                    </w:p>
                    <w:p w14:paraId="0EF24673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3</w:t>
                      </w:r>
                    </w:p>
                    <w:p w14:paraId="7F8558FB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4</w:t>
                      </w:r>
                    </w:p>
                    <w:p w14:paraId="39B37FA8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5</w:t>
                      </w:r>
                    </w:p>
                    <w:p w14:paraId="36352E38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6</w:t>
                      </w:r>
                    </w:p>
                    <w:p w14:paraId="39D10D9F" w14:textId="2414CC5E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7</w:t>
                      </w:r>
                    </w:p>
                    <w:p w14:paraId="240470B8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D4ED7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0D2293" wp14:editId="4CF41135">
                <wp:simplePos x="0" y="0"/>
                <wp:positionH relativeFrom="column">
                  <wp:posOffset>27305</wp:posOffset>
                </wp:positionH>
                <wp:positionV relativeFrom="paragraph">
                  <wp:posOffset>31115</wp:posOffset>
                </wp:positionV>
                <wp:extent cx="2926080" cy="3550920"/>
                <wp:effectExtent l="0" t="0" r="26670" b="1143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3550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0A508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class Runner1 {</w:t>
                            </w:r>
                          </w:p>
                          <w:p w14:paraId="0097D7FC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public void startRunner1() {</w:t>
                            </w:r>
                          </w:p>
                          <w:p w14:paraId="5C459B3D" w14:textId="1BCB4709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="005E4761"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for (int i=0;i&lt;=8</w:t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;i++) {</w:t>
                            </w:r>
                          </w:p>
                          <w:p w14:paraId="756151F1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System.out.println("Runner1 "+i);</w:t>
                            </w:r>
                          </w:p>
                          <w:p w14:paraId="31918D9A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}</w:t>
                            </w:r>
                          </w:p>
                          <w:p w14:paraId="37F21AF2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}</w:t>
                            </w:r>
                          </w:p>
                          <w:p w14:paraId="5E009320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}</w:t>
                            </w:r>
                          </w:p>
                          <w:p w14:paraId="57190AF7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76C6857C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38FBEB7F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class Runner2 {</w:t>
                            </w:r>
                          </w:p>
                          <w:p w14:paraId="33862DF2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public void startRunner2() {</w:t>
                            </w:r>
                          </w:p>
                          <w:p w14:paraId="3D9D6957" w14:textId="3BF667F9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="005E4761"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for (int i=0;i&lt;=8</w:t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;i++) {</w:t>
                            </w:r>
                          </w:p>
                          <w:p w14:paraId="5ADF12EF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System.out.println("Runner2 "+i);</w:t>
                            </w:r>
                          </w:p>
                          <w:p w14:paraId="3AE63CFB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}</w:t>
                            </w:r>
                          </w:p>
                          <w:p w14:paraId="2DBE4113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}</w:t>
                            </w:r>
                          </w:p>
                          <w:p w14:paraId="76D35236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}</w:t>
                            </w:r>
                          </w:p>
                          <w:p w14:paraId="2405D96E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0F731586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public class RunnerExample {</w:t>
                            </w:r>
                          </w:p>
                          <w:p w14:paraId="4D0D70DF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public static void main(String[] args) {</w:t>
                            </w:r>
                          </w:p>
                          <w:p w14:paraId="17B007E3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Runner1 runner1 = new Runner1();</w:t>
                            </w:r>
                          </w:p>
                          <w:p w14:paraId="572B4004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Runner2 runner2 = new Runner2();</w:t>
                            </w:r>
                          </w:p>
                          <w:p w14:paraId="3143CE44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runner1.startRunning();</w:t>
                            </w:r>
                          </w:p>
                          <w:p w14:paraId="114CE75D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runner2.startRunning();</w:t>
                            </w:r>
                          </w:p>
                          <w:p w14:paraId="4E549A66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}</w:t>
                            </w:r>
                          </w:p>
                          <w:p w14:paraId="1EB41D10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70611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D2293" id="Textfeld 4" o:spid="_x0000_s1027" type="#_x0000_t202" style="position:absolute;margin-left:2.15pt;margin-top:2.45pt;width:230.4pt;height:27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" fillcolor="white [3201]" strokeweight=".5pt">
                <v:textbox>
                  <w:txbxContent>
                    <w:p w14:paraId="1310A508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Runner1 {</w:t>
                      </w:r>
                    </w:p>
                    <w:p w14:paraId="0097D7FC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void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startRunn</w:t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>er1</w:t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() {</w:t>
                      </w:r>
                    </w:p>
                    <w:p w14:paraId="5C459B3D" w14:textId="1BCB4709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>for</w:t>
                      </w:r>
                      <w:proofErr w:type="spellEnd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 xml:space="preserve"> (</w:t>
                      </w:r>
                      <w:proofErr w:type="spellStart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>int</w:t>
                      </w:r>
                      <w:proofErr w:type="spellEnd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 xml:space="preserve"> i=</w:t>
                      </w:r>
                      <w:proofErr w:type="gramStart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>0;i</w:t>
                      </w:r>
                      <w:proofErr w:type="gramEnd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>&lt;=8</w:t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;i++) {</w:t>
                      </w:r>
                    </w:p>
                    <w:p w14:paraId="756151F1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System.out.println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("Runner1 "+i);</w:t>
                      </w:r>
                    </w:p>
                    <w:p w14:paraId="31918D9A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37F21AF2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5E009320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57190AF7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  <w:p w14:paraId="76C6857C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  <w:p w14:paraId="38FBEB7F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Runner2 {</w:t>
                      </w:r>
                    </w:p>
                    <w:p w14:paraId="33862DF2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void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startRunn</w:t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>er2</w:t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() {</w:t>
                      </w:r>
                    </w:p>
                    <w:p w14:paraId="3D9D6957" w14:textId="3BF667F9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>for</w:t>
                      </w:r>
                      <w:proofErr w:type="spellEnd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 xml:space="preserve"> (</w:t>
                      </w:r>
                      <w:proofErr w:type="spellStart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>int</w:t>
                      </w:r>
                      <w:proofErr w:type="spellEnd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 xml:space="preserve"> i=</w:t>
                      </w:r>
                      <w:proofErr w:type="gramStart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>0;i</w:t>
                      </w:r>
                      <w:proofErr w:type="gramEnd"/>
                      <w:r w:rsidR="005E4761">
                        <w:rPr>
                          <w:rFonts w:ascii="Consolas" w:hAnsi="Consolas"/>
                          <w:b/>
                          <w:sz w:val="18"/>
                        </w:rPr>
                        <w:t>&lt;=8</w:t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;i++) {</w:t>
                      </w:r>
                    </w:p>
                    <w:p w14:paraId="5ADF12EF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System.out.println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("Runner2 "+i);</w:t>
                      </w:r>
                    </w:p>
                    <w:p w14:paraId="3AE63CFB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2DBE4113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}</w:t>
                      </w:r>
                    </w:p>
                    <w:p w14:paraId="76D35236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2405D96E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  <w:p w14:paraId="0F731586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RunnerExample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{</w:t>
                      </w:r>
                    </w:p>
                    <w:p w14:paraId="4D0D70DF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static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void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main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</w:t>
                      </w:r>
                      <w:proofErr w:type="gram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String[</w:t>
                      </w:r>
                      <w:proofErr w:type="gram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]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args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) {</w:t>
                      </w:r>
                    </w:p>
                    <w:p w14:paraId="17B007E3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Runner1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runner1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=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Runner1();</w:t>
                      </w:r>
                    </w:p>
                    <w:p w14:paraId="572B4004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Runner2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runner2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=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Runner2();</w:t>
                      </w:r>
                    </w:p>
                    <w:p w14:paraId="3143CE44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runner1.startRunning();</w:t>
                      </w:r>
                    </w:p>
                    <w:p w14:paraId="114CE75D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runner2.startRunning();</w:t>
                      </w:r>
                    </w:p>
                    <w:p w14:paraId="4E549A66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}</w:t>
                      </w:r>
                    </w:p>
                    <w:p w14:paraId="1EB41D10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ACAA57" w14:textId="77F65ACE" w:rsidR="001D4ED7" w:rsidRDefault="00DD3DA1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Wi</w:t>
      </w:r>
      <w:r w:rsidR="005C614E">
        <w:rPr>
          <w:rFonts w:eastAsiaTheme="minorHAnsi"/>
          <w:lang w:eastAsia="en-US"/>
        </w:rPr>
        <w:t>r</w:t>
      </w:r>
      <w:r>
        <w:rPr>
          <w:rFonts w:eastAsiaTheme="minorHAnsi"/>
          <w:lang w:eastAsia="en-US"/>
        </w:rPr>
        <w:t xml:space="preserve"> erkennen klar, die zuerst gestartete </w:t>
      </w:r>
      <w:r w:rsidR="001D4ED7" w:rsidRPr="0055675C">
        <w:rPr>
          <w:rFonts w:eastAsiaTheme="minorHAnsi"/>
          <w:lang w:eastAsia="en-US"/>
        </w:rPr>
        <w:t>for</w:t>
      </w:r>
      <w:r w:rsidRPr="0055675C">
        <w:rPr>
          <w:rFonts w:eastAsiaTheme="minorHAnsi"/>
          <w:lang w:eastAsia="en-US"/>
        </w:rPr>
        <w:t>-</w:t>
      </w:r>
      <w:r w:rsidR="001D4ED7" w:rsidRPr="0055675C">
        <w:rPr>
          <w:rFonts w:eastAsiaTheme="minorHAnsi"/>
          <w:lang w:eastAsia="en-US"/>
        </w:rPr>
        <w:t>Schleife</w:t>
      </w:r>
      <w:r w:rsidR="005C614E">
        <w:rPr>
          <w:rFonts w:eastAsiaTheme="minorHAnsi"/>
          <w:lang w:eastAsia="en-US"/>
        </w:rPr>
        <w:t xml:space="preserve"> wird abgearbeitet, dann die zweite Schleife</w:t>
      </w:r>
      <w:r w:rsidR="001D4ED7" w:rsidRPr="00034892">
        <w:rPr>
          <w:rFonts w:eastAsiaTheme="minorHAnsi"/>
          <w:lang w:eastAsia="en-US"/>
        </w:rPr>
        <w:t>.</w:t>
      </w:r>
      <w:r w:rsidR="00E36417">
        <w:rPr>
          <w:rFonts w:eastAsiaTheme="minorHAnsi"/>
          <w:lang w:eastAsia="en-US"/>
        </w:rPr>
        <w:t xml:space="preserve"> Um die beiden Zählschleifen nun nebeneinander laufen zu lassen, bietet </w:t>
      </w:r>
      <w:r w:rsidR="001D4ED7">
        <w:rPr>
          <w:rFonts w:eastAsiaTheme="minorHAnsi"/>
          <w:lang w:eastAsia="en-US"/>
        </w:rPr>
        <w:t xml:space="preserve">Java zwei Mittel an: </w:t>
      </w:r>
      <w:r w:rsidR="00640F11">
        <w:rPr>
          <w:rFonts w:eastAsiaTheme="minorHAnsi"/>
          <w:lang w:eastAsia="en-US"/>
        </w:rPr>
        <w:t>die</w:t>
      </w:r>
      <w:r w:rsidR="001D4ED7">
        <w:rPr>
          <w:rFonts w:eastAsiaTheme="minorHAnsi"/>
          <w:lang w:eastAsia="en-US"/>
        </w:rPr>
        <w:t xml:space="preserve"> Klasse Thread zum Ableiten oder das Interface </w:t>
      </w:r>
      <w:r w:rsidR="001D4ED7" w:rsidRPr="0055675C">
        <w:rPr>
          <w:rFonts w:eastAsiaTheme="minorHAnsi"/>
          <w:lang w:eastAsia="en-US"/>
        </w:rPr>
        <w:t>Runnable</w:t>
      </w:r>
      <w:r w:rsidR="001D4ED7">
        <w:rPr>
          <w:rFonts w:eastAsiaTheme="minorHAnsi"/>
          <w:lang w:eastAsia="en-US"/>
        </w:rPr>
        <w:t>.</w:t>
      </w:r>
      <w:r w:rsidR="001D4ED7" w:rsidRPr="00034892">
        <w:rPr>
          <w:rFonts w:eastAsiaTheme="minorHAnsi"/>
          <w:lang w:eastAsia="en-US"/>
        </w:rPr>
        <w:t xml:space="preserve"> </w:t>
      </w:r>
    </w:p>
    <w:p w14:paraId="4F78C284" w14:textId="3F863353" w:rsidR="00E3345C" w:rsidRDefault="007C5FAE" w:rsidP="001D4ED7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70528" behindDoc="0" locked="0" layoutInCell="1" allowOverlap="1" wp14:anchorId="01A04BD2" wp14:editId="57C182B1">
            <wp:simplePos x="0" y="0"/>
            <wp:positionH relativeFrom="column">
              <wp:posOffset>28787</wp:posOffset>
            </wp:positionH>
            <wp:positionV relativeFrom="paragraph">
              <wp:posOffset>1318895</wp:posOffset>
            </wp:positionV>
            <wp:extent cx="3276000" cy="712800"/>
            <wp:effectExtent l="0" t="0" r="635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7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3345C">
        <w:rPr>
          <w:rFonts w:eastAsiaTheme="minorHAnsi"/>
          <w:lang w:eastAsia="en-US"/>
        </w:rPr>
        <w:t>Wie funktioniert das genau?</w:t>
      </w:r>
      <w:r w:rsidR="00B75A87">
        <w:rPr>
          <w:rFonts w:eastAsiaTheme="minorHAnsi"/>
          <w:lang w:eastAsia="en-US"/>
        </w:rPr>
        <w:t xml:space="preserve"> Wir brauchen eine Klasse, die das Interface implementiert. In der dann zu realisierenden Methode können die Anweisungen, die sonst zu einem Blockieren führen, eingebettet werden.</w:t>
      </w:r>
      <w:r w:rsidR="00F920BA">
        <w:rPr>
          <w:rFonts w:eastAsiaTheme="minorHAnsi"/>
          <w:lang w:eastAsia="en-US"/>
        </w:rPr>
        <w:t xml:space="preserve"> Die Klasse, die das Interface implementiert, muss dann einem Thread als Parameter übergeben werden und mit </w:t>
      </w:r>
      <w:r w:rsidR="00F920BA" w:rsidRPr="0055675C">
        <w:rPr>
          <w:rFonts w:eastAsiaTheme="minorHAnsi"/>
          <w:lang w:eastAsia="en-US"/>
        </w:rPr>
        <w:t>start</w:t>
      </w:r>
      <w:r w:rsidR="00F920BA">
        <w:rPr>
          <w:rFonts w:eastAsiaTheme="minorHAnsi"/>
          <w:lang w:eastAsia="en-US"/>
        </w:rPr>
        <w:t xml:space="preserve">() wird dann die </w:t>
      </w:r>
      <w:r w:rsidR="00F920BA" w:rsidRPr="0055675C">
        <w:rPr>
          <w:rFonts w:eastAsiaTheme="minorHAnsi"/>
          <w:lang w:eastAsia="en-US"/>
        </w:rPr>
        <w:t>run</w:t>
      </w:r>
      <w:r w:rsidR="00F920BA">
        <w:rPr>
          <w:rFonts w:eastAsiaTheme="minorHAnsi"/>
          <w:lang w:eastAsia="en-US"/>
        </w:rPr>
        <w:t xml:space="preserve">()-Methode aufgerufen (das kann nicht direkt erfolgen, schließlich muss der oben erwähnte Kontext erst gebildet werden). Hinweis: </w:t>
      </w:r>
      <w:r w:rsidR="00640F11">
        <w:rPr>
          <w:rFonts w:eastAsiaTheme="minorHAnsi"/>
          <w:lang w:eastAsia="en-US"/>
        </w:rPr>
        <w:t>Die</w:t>
      </w:r>
      <w:r w:rsidR="00F920BA">
        <w:rPr>
          <w:rFonts w:eastAsiaTheme="minorHAnsi"/>
          <w:lang w:eastAsia="en-US"/>
        </w:rPr>
        <w:t xml:space="preserve"> Klassendarstellung von Thread ist nicht vollständig, sondern beschränkt sich auf den gezeigten Code.</w:t>
      </w:r>
    </w:p>
    <w:p w14:paraId="77817A79" w14:textId="18C7472E" w:rsidR="007B7DEA" w:rsidRDefault="000869A5" w:rsidP="001D4ED7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inline distT="0" distB="0" distL="0" distR="0" wp14:anchorId="1AF55584" wp14:editId="7FE150D4">
            <wp:extent cx="5806800" cy="1684800"/>
            <wp:effectExtent l="0" t="0" r="381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800" cy="168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0DA5F3" w14:textId="02A269E5" w:rsidR="00E3345C" w:rsidRDefault="00851376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Wollen wir keine eigene Klasse erstellen, weil wir nur einen Methodenaufruf einbetten wollen, so können wir auch eine anonyme Klasse einbetten.</w:t>
      </w:r>
    </w:p>
    <w:p w14:paraId="2BC52493" w14:textId="07B61953" w:rsidR="00851376" w:rsidRDefault="00A51C08" w:rsidP="001D4ED7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inline distT="0" distB="0" distL="0" distR="0" wp14:anchorId="185D21C8" wp14:editId="2047579A">
            <wp:extent cx="5828400" cy="1274400"/>
            <wp:effectExtent l="0" t="0" r="1270" b="254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400" cy="127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3E4EA" w14:textId="338F6DC7" w:rsidR="001D4ED7" w:rsidRDefault="005E39C0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Nehmen wir unsere beiden Klassen </w:t>
      </w:r>
      <w:r w:rsidRPr="0055675C">
        <w:rPr>
          <w:rFonts w:eastAsiaTheme="minorHAnsi"/>
          <w:lang w:eastAsia="en-US"/>
        </w:rPr>
        <w:t>Runner1</w:t>
      </w:r>
      <w:r>
        <w:rPr>
          <w:rFonts w:eastAsiaTheme="minorHAnsi"/>
          <w:lang w:eastAsia="en-US"/>
        </w:rPr>
        <w:t xml:space="preserve"> und </w:t>
      </w:r>
      <w:r w:rsidRPr="0055675C">
        <w:rPr>
          <w:rFonts w:eastAsiaTheme="minorHAnsi"/>
          <w:lang w:eastAsia="en-US"/>
        </w:rPr>
        <w:t>Runner2</w:t>
      </w:r>
      <w:r>
        <w:rPr>
          <w:rFonts w:eastAsiaTheme="minorHAnsi"/>
          <w:lang w:eastAsia="en-US"/>
        </w:rPr>
        <w:t xml:space="preserve"> </w:t>
      </w:r>
      <w:r w:rsidR="00461C2C">
        <w:rPr>
          <w:rFonts w:eastAsiaTheme="minorHAnsi"/>
          <w:lang w:eastAsia="en-US"/>
        </w:rPr>
        <w:t xml:space="preserve">und lassen sie das Interface implementieren, schreiben wir die Schleife der Übersichtlichkeit halber in die </w:t>
      </w:r>
      <w:r w:rsidR="00461C2C" w:rsidRPr="0055675C">
        <w:rPr>
          <w:rFonts w:eastAsiaTheme="minorHAnsi"/>
          <w:lang w:eastAsia="en-US"/>
        </w:rPr>
        <w:t>run</w:t>
      </w:r>
      <w:r w:rsidR="00461C2C">
        <w:rPr>
          <w:rFonts w:eastAsiaTheme="minorHAnsi"/>
          <w:lang w:eastAsia="en-US"/>
        </w:rPr>
        <w:t xml:space="preserve">()-Methode, die wir ja umsetzen müssen. Zudem starten wir dann natürlich auch mit der start()-methode des Threads (wir rufen also die Methode mit der Schleife nicht mehr direkt auf). </w:t>
      </w:r>
    </w:p>
    <w:p w14:paraId="472D1C22" w14:textId="2C354C11" w:rsidR="001D4ED7" w:rsidRDefault="00114D3C" w:rsidP="001D4ED7">
      <w:pPr>
        <w:rPr>
          <w:rFonts w:eastAsiaTheme="minorHAnsi"/>
          <w:lang w:eastAsia="en-US"/>
        </w:rPr>
      </w:pPr>
      <w:r w:rsidRPr="005A73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B8A5C" wp14:editId="5F413979">
                <wp:simplePos x="0" y="0"/>
                <wp:positionH relativeFrom="column">
                  <wp:posOffset>-94615</wp:posOffset>
                </wp:positionH>
                <wp:positionV relativeFrom="paragraph">
                  <wp:posOffset>290195</wp:posOffset>
                </wp:positionV>
                <wp:extent cx="3413760" cy="3901440"/>
                <wp:effectExtent l="0" t="0" r="15240" b="22860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3760" cy="390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D34C03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class Runner1 implements Runnable {</w:t>
                            </w:r>
                          </w:p>
                          <w:p w14:paraId="05ADDC22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@Override</w:t>
                            </w:r>
                          </w:p>
                          <w:p w14:paraId="79E2A6BE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public void run() {</w:t>
                            </w:r>
                          </w:p>
                          <w:p w14:paraId="165375CC" w14:textId="61BB67EB" w:rsidR="009D331D" w:rsidRPr="00640F11" w:rsidRDefault="009D331D" w:rsidP="009D331D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="004B437A"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for (int i=0;i&lt;=8</w:t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;i++) {</w:t>
                            </w:r>
                          </w:p>
                          <w:p w14:paraId="1ADAD2F3" w14:textId="77777777" w:rsidR="009D331D" w:rsidRPr="00640F11" w:rsidRDefault="009D331D" w:rsidP="009D331D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System.out.println("Runner1 "+i);</w:t>
                            </w:r>
                          </w:p>
                          <w:p w14:paraId="57DB84D3" w14:textId="77777777" w:rsidR="009D331D" w:rsidRPr="00640F11" w:rsidRDefault="009D331D" w:rsidP="009D331D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}</w:t>
                            </w:r>
                          </w:p>
                          <w:p w14:paraId="7F041767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}</w:t>
                            </w:r>
                          </w:p>
                          <w:p w14:paraId="5B02C440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}</w:t>
                            </w:r>
                          </w:p>
                          <w:p w14:paraId="142FB294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04E29DC1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04CA9B41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class Runner2 {</w:t>
                            </w:r>
                          </w:p>
                          <w:p w14:paraId="25EFA385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@Override</w:t>
                            </w:r>
                          </w:p>
                          <w:p w14:paraId="7560E980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public void run() {</w:t>
                            </w:r>
                          </w:p>
                          <w:p w14:paraId="2BACF717" w14:textId="77777777" w:rsidR="006067AD" w:rsidRPr="00640F11" w:rsidRDefault="006067AD" w:rsidP="006067AD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for (int i=0;i&lt;=10;i++) {</w:t>
                            </w:r>
                          </w:p>
                          <w:p w14:paraId="258FF13E" w14:textId="77777777" w:rsidR="006067AD" w:rsidRPr="00640F11" w:rsidRDefault="006067AD" w:rsidP="006067AD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System.out.println("Runner2 "+i);</w:t>
                            </w:r>
                          </w:p>
                          <w:p w14:paraId="1E26A0BB" w14:textId="77777777" w:rsidR="006067AD" w:rsidRPr="00640F11" w:rsidRDefault="006067AD" w:rsidP="006067AD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}</w:t>
                            </w:r>
                          </w:p>
                          <w:p w14:paraId="44B7E0F4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}</w:t>
                            </w:r>
                          </w:p>
                          <w:p w14:paraId="5D3DCCA7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}</w:t>
                            </w:r>
                          </w:p>
                          <w:p w14:paraId="26E0FE9B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20945548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public class RunnerExample {</w:t>
                            </w:r>
                          </w:p>
                          <w:p w14:paraId="75985DE1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public static void main(String[] args) {</w:t>
                            </w:r>
                          </w:p>
                          <w:p w14:paraId="71567FD0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Runner1 runner1 = new Runner1();</w:t>
                            </w:r>
                          </w:p>
                          <w:p w14:paraId="1E72512A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Runner2 runner2 = new Runner2();</w:t>
                            </w:r>
                          </w:p>
                          <w:p w14:paraId="22A082D0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Thread runnerThread1 = new Thread(runner1);</w:t>
                            </w:r>
                          </w:p>
                          <w:p w14:paraId="02C73524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Thread runnerThread2 = new Thread(runner2);</w:t>
                            </w:r>
                          </w:p>
                          <w:p w14:paraId="2F4E55CF" w14:textId="77777777" w:rsidR="001D4ED7" w:rsidRPr="00EF2D9E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runnerThread1.start();</w:t>
                            </w:r>
                          </w:p>
                          <w:p w14:paraId="6B3EB4B9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runnerThread2.start();</w:t>
                            </w: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}</w:t>
                            </w:r>
                          </w:p>
                          <w:p w14:paraId="5FA81BD6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70611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B8A5C" id="Textfeld 7" o:spid="_x0000_s1028" type="#_x0000_t202" style="position:absolute;margin-left:-7.45pt;margin-top:22.85pt;width:268.8pt;height:30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" fillcolor="white [3201]" strokeweight=".5pt">
                <v:textbox>
                  <w:txbxContent>
                    <w:p w14:paraId="21D34C03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Runner1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implements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Runnable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{</w:t>
                      </w:r>
                    </w:p>
                    <w:p w14:paraId="05ADDC22" w14:textId="77777777" w:rsidR="001D4ED7" w:rsidRPr="0018557D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@</w:t>
                      </w:r>
                      <w:proofErr w:type="spellStart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Override</w:t>
                      </w:r>
                      <w:proofErr w:type="spellEnd"/>
                    </w:p>
                    <w:p w14:paraId="79E2A6BE" w14:textId="77777777" w:rsidR="001D4ED7" w:rsidRPr="0018557D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void</w:t>
                      </w:r>
                      <w:proofErr w:type="spellEnd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proofErr w:type="gramStart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run</w:t>
                      </w:r>
                      <w:proofErr w:type="spellEnd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(</w:t>
                      </w:r>
                      <w:proofErr w:type="gramEnd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) {</w:t>
                      </w:r>
                    </w:p>
                    <w:p w14:paraId="165375CC" w14:textId="61BB67EB" w:rsidR="009D331D" w:rsidRPr="0070611F" w:rsidRDefault="009D331D" w:rsidP="009D331D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="004B437A">
                        <w:rPr>
                          <w:rFonts w:ascii="Consolas" w:hAnsi="Consolas"/>
                          <w:b/>
                          <w:sz w:val="18"/>
                        </w:rPr>
                        <w:t>for</w:t>
                      </w:r>
                      <w:proofErr w:type="spellEnd"/>
                      <w:r w:rsidR="004B437A">
                        <w:rPr>
                          <w:rFonts w:ascii="Consolas" w:hAnsi="Consolas"/>
                          <w:b/>
                          <w:sz w:val="18"/>
                        </w:rPr>
                        <w:t xml:space="preserve"> (</w:t>
                      </w:r>
                      <w:proofErr w:type="spellStart"/>
                      <w:r w:rsidR="004B437A">
                        <w:rPr>
                          <w:rFonts w:ascii="Consolas" w:hAnsi="Consolas"/>
                          <w:b/>
                          <w:sz w:val="18"/>
                        </w:rPr>
                        <w:t>int</w:t>
                      </w:r>
                      <w:proofErr w:type="spellEnd"/>
                      <w:r w:rsidR="004B437A">
                        <w:rPr>
                          <w:rFonts w:ascii="Consolas" w:hAnsi="Consolas"/>
                          <w:b/>
                          <w:sz w:val="18"/>
                        </w:rPr>
                        <w:t xml:space="preserve"> i=</w:t>
                      </w:r>
                      <w:proofErr w:type="gramStart"/>
                      <w:r w:rsidR="004B437A">
                        <w:rPr>
                          <w:rFonts w:ascii="Consolas" w:hAnsi="Consolas"/>
                          <w:b/>
                          <w:sz w:val="18"/>
                        </w:rPr>
                        <w:t>0;i</w:t>
                      </w:r>
                      <w:proofErr w:type="gramEnd"/>
                      <w:r w:rsidR="004B437A">
                        <w:rPr>
                          <w:rFonts w:ascii="Consolas" w:hAnsi="Consolas"/>
                          <w:b/>
                          <w:sz w:val="18"/>
                        </w:rPr>
                        <w:t>&lt;=8</w:t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;i++) {</w:t>
                      </w:r>
                    </w:p>
                    <w:p w14:paraId="1ADAD2F3" w14:textId="77777777" w:rsidR="009D331D" w:rsidRPr="0070611F" w:rsidRDefault="009D331D" w:rsidP="009D331D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System.out.println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("Runner1 "+i);</w:t>
                      </w:r>
                    </w:p>
                    <w:p w14:paraId="57DB84D3" w14:textId="77777777" w:rsidR="009D331D" w:rsidRPr="0070611F" w:rsidRDefault="009D331D" w:rsidP="009D331D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7F041767" w14:textId="77777777" w:rsidR="001D4ED7" w:rsidRPr="0018557D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}</w:t>
                      </w:r>
                    </w:p>
                    <w:p w14:paraId="5B02C440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142FB294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  <w:p w14:paraId="04E29DC1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  <w:p w14:paraId="04CA9B41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Runner2 {</w:t>
                      </w:r>
                    </w:p>
                    <w:p w14:paraId="25EFA385" w14:textId="77777777" w:rsidR="001D4ED7" w:rsidRPr="0018557D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@</w:t>
                      </w:r>
                      <w:proofErr w:type="spellStart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Override</w:t>
                      </w:r>
                      <w:proofErr w:type="spellEnd"/>
                    </w:p>
                    <w:p w14:paraId="7560E980" w14:textId="77777777" w:rsidR="001D4ED7" w:rsidRPr="0018557D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void</w:t>
                      </w:r>
                      <w:proofErr w:type="spellEnd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proofErr w:type="gramStart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run</w:t>
                      </w:r>
                      <w:proofErr w:type="spellEnd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(</w:t>
                      </w:r>
                      <w:proofErr w:type="gramEnd"/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>) {</w:t>
                      </w:r>
                    </w:p>
                    <w:p w14:paraId="2BACF717" w14:textId="77777777" w:rsidR="006067AD" w:rsidRPr="0070611F" w:rsidRDefault="006067AD" w:rsidP="006067AD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for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(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int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i=</w:t>
                      </w:r>
                      <w:proofErr w:type="gram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0;i</w:t>
                      </w:r>
                      <w:proofErr w:type="gram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&lt;=10;i++) {</w:t>
                      </w:r>
                    </w:p>
                    <w:p w14:paraId="258FF13E" w14:textId="77777777" w:rsidR="006067AD" w:rsidRPr="0070611F" w:rsidRDefault="006067AD" w:rsidP="006067AD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System.out.println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("Runner2 "+i);</w:t>
                      </w:r>
                    </w:p>
                    <w:p w14:paraId="1E26A0BB" w14:textId="77777777" w:rsidR="006067AD" w:rsidRPr="0070611F" w:rsidRDefault="006067AD" w:rsidP="006067AD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44B7E0F4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18557D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}</w:t>
                      </w:r>
                    </w:p>
                    <w:p w14:paraId="5D3DCCA7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26E0FE9B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  <w:p w14:paraId="20945548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RunnerExample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{</w:t>
                      </w:r>
                    </w:p>
                    <w:p w14:paraId="75985DE1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static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void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main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</w:t>
                      </w:r>
                      <w:proofErr w:type="gram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String[</w:t>
                      </w:r>
                      <w:proofErr w:type="gram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]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args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) {</w:t>
                      </w:r>
                    </w:p>
                    <w:p w14:paraId="71567FD0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Runner1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runner1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=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Runner1();</w:t>
                      </w:r>
                    </w:p>
                    <w:p w14:paraId="1E72512A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Runner2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runner2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=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Runner2();</w:t>
                      </w:r>
                    </w:p>
                    <w:p w14:paraId="22A082D0" w14:textId="77777777" w:rsidR="001D4ED7" w:rsidRPr="00EF2D9E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 xml:space="preserve">Thread runnerThread1 = </w:t>
                      </w:r>
                      <w:proofErr w:type="spellStart"/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 xml:space="preserve"> Thread(runner1);</w:t>
                      </w:r>
                    </w:p>
                    <w:p w14:paraId="02C73524" w14:textId="77777777" w:rsidR="001D4ED7" w:rsidRPr="00EF2D9E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 xml:space="preserve">Thread runnerThread2 = </w:t>
                      </w:r>
                      <w:proofErr w:type="spellStart"/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 xml:space="preserve"> Thread(runner2);</w:t>
                      </w:r>
                    </w:p>
                    <w:p w14:paraId="2F4E55CF" w14:textId="77777777" w:rsidR="001D4ED7" w:rsidRPr="00EF2D9E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runnerThread1.start();</w:t>
                      </w:r>
                    </w:p>
                    <w:p w14:paraId="6B3EB4B9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runnerThread2.start();</w:t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}</w:t>
                      </w:r>
                    </w:p>
                    <w:p w14:paraId="5FA81BD6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9D180C" w14:textId="13B3E326" w:rsidR="001D4ED7" w:rsidRPr="00034892" w:rsidRDefault="00E76E77" w:rsidP="001D4ED7">
      <w:pPr>
        <w:rPr>
          <w:rFonts w:eastAsiaTheme="minorHAnsi"/>
          <w:lang w:eastAsia="en-US"/>
        </w:rPr>
      </w:pPr>
      <w:r w:rsidRPr="005A73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44F3C0" wp14:editId="3B09F682">
                <wp:simplePos x="0" y="0"/>
                <wp:positionH relativeFrom="column">
                  <wp:posOffset>3486785</wp:posOffset>
                </wp:positionH>
                <wp:positionV relativeFrom="paragraph">
                  <wp:posOffset>23495</wp:posOffset>
                </wp:positionV>
                <wp:extent cx="861060" cy="2506980"/>
                <wp:effectExtent l="0" t="0" r="15240" b="2667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506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7C1BC1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0</w:t>
                            </w:r>
                          </w:p>
                          <w:p w14:paraId="7C41B252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0</w:t>
                            </w:r>
                          </w:p>
                          <w:p w14:paraId="7F62F39D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1</w:t>
                            </w:r>
                          </w:p>
                          <w:p w14:paraId="1228C9BF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1</w:t>
                            </w:r>
                          </w:p>
                          <w:p w14:paraId="41D053AB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2</w:t>
                            </w:r>
                          </w:p>
                          <w:p w14:paraId="70269232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2</w:t>
                            </w:r>
                          </w:p>
                          <w:p w14:paraId="12C38885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3</w:t>
                            </w:r>
                          </w:p>
                          <w:p w14:paraId="72590FA2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3</w:t>
                            </w:r>
                          </w:p>
                          <w:p w14:paraId="5DB9B854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4</w:t>
                            </w:r>
                          </w:p>
                          <w:p w14:paraId="38E15FBC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4</w:t>
                            </w:r>
                          </w:p>
                          <w:p w14:paraId="39227462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5</w:t>
                            </w:r>
                          </w:p>
                          <w:p w14:paraId="79D79935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5</w:t>
                            </w:r>
                          </w:p>
                          <w:p w14:paraId="5F1D7CA4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6</w:t>
                            </w:r>
                          </w:p>
                          <w:p w14:paraId="0943791F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6</w:t>
                            </w:r>
                          </w:p>
                          <w:p w14:paraId="7C8A500F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7</w:t>
                            </w:r>
                          </w:p>
                          <w:p w14:paraId="26A3FE73" w14:textId="0CC6E259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7</w:t>
                            </w:r>
                          </w:p>
                          <w:p w14:paraId="7C654F53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4F3C0" id="Textfeld 9" o:spid="_x0000_s1029" type="#_x0000_t202" style="position:absolute;margin-left:274.55pt;margin-top:1.85pt;width:67.8pt;height:19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" fillcolor="white [3201]" strokeweight=".5pt">
                <v:textbox>
                  <w:txbxContent>
                    <w:p w14:paraId="687C1BC1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0</w:t>
                      </w:r>
                    </w:p>
                    <w:p w14:paraId="7C41B252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0</w:t>
                      </w:r>
                    </w:p>
                    <w:p w14:paraId="7F62F39D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1</w:t>
                      </w:r>
                    </w:p>
                    <w:p w14:paraId="1228C9BF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1</w:t>
                      </w:r>
                    </w:p>
                    <w:p w14:paraId="41D053AB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2</w:t>
                      </w:r>
                    </w:p>
                    <w:p w14:paraId="70269232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2</w:t>
                      </w:r>
                    </w:p>
                    <w:p w14:paraId="12C38885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3</w:t>
                      </w:r>
                    </w:p>
                    <w:p w14:paraId="72590FA2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3</w:t>
                      </w:r>
                    </w:p>
                    <w:p w14:paraId="5DB9B854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4</w:t>
                      </w:r>
                    </w:p>
                    <w:p w14:paraId="38E15FBC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4</w:t>
                      </w:r>
                    </w:p>
                    <w:p w14:paraId="39227462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5</w:t>
                      </w:r>
                    </w:p>
                    <w:p w14:paraId="79D79935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5</w:t>
                      </w:r>
                    </w:p>
                    <w:p w14:paraId="5F1D7CA4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6</w:t>
                      </w:r>
                    </w:p>
                    <w:p w14:paraId="0943791F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6</w:t>
                      </w:r>
                    </w:p>
                    <w:p w14:paraId="7C8A500F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7</w:t>
                      </w:r>
                    </w:p>
                    <w:p w14:paraId="26A3FE73" w14:textId="0CC6E259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7</w:t>
                      </w:r>
                    </w:p>
                    <w:p w14:paraId="7C654F53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7C834F" w14:textId="0F2F7DE5" w:rsidR="001D4ED7" w:rsidRPr="00034892" w:rsidRDefault="001D4ED7" w:rsidP="00A3055F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Wir </w:t>
      </w:r>
      <w:r w:rsidR="00114D3C">
        <w:rPr>
          <w:rFonts w:eastAsiaTheme="minorHAnsi"/>
          <w:lang w:eastAsia="en-US"/>
        </w:rPr>
        <w:t>sehen</w:t>
      </w:r>
      <w:r>
        <w:rPr>
          <w:rFonts w:eastAsiaTheme="minorHAnsi"/>
          <w:lang w:eastAsia="en-US"/>
        </w:rPr>
        <w:t>, dass die beiden Methoden nun abwechselnd ihre Ausgaben erzeugen.</w:t>
      </w:r>
      <w:r w:rsidR="00A3055F">
        <w:rPr>
          <w:rFonts w:eastAsiaTheme="minorHAnsi"/>
          <w:lang w:eastAsia="en-US"/>
        </w:rPr>
        <w:t xml:space="preserve"> B</w:t>
      </w:r>
      <w:r>
        <w:rPr>
          <w:rFonts w:eastAsiaTheme="minorHAnsi"/>
          <w:lang w:eastAsia="en-US"/>
        </w:rPr>
        <w:t>eide Threads konkurrieren um die Ausgabe (nur jeweils einer kann ausgeben), aber sie laufen quasi gleichzeitig und müssen nur immer auf die Freigabe der Ausgabe warten.</w:t>
      </w:r>
    </w:p>
    <w:p w14:paraId="00C669EF" w14:textId="77777777" w:rsidR="001D4ED7" w:rsidRDefault="001D4ED7" w:rsidP="001D4ED7">
      <w:pPr>
        <w:rPr>
          <w:rFonts w:eastAsiaTheme="minorHAnsi"/>
          <w:lang w:eastAsia="en-US"/>
        </w:rPr>
      </w:pPr>
    </w:p>
    <w:p w14:paraId="56DAAF71" w14:textId="5E8585C1" w:rsidR="001D4ED7" w:rsidRPr="00034892" w:rsidRDefault="001D4ED7" w:rsidP="001D4ED7">
      <w:pPr>
        <w:rPr>
          <w:rFonts w:eastAsiaTheme="minorHAnsi"/>
          <w:lang w:eastAsia="en-US"/>
        </w:rPr>
      </w:pPr>
      <w:r w:rsidRPr="00034892">
        <w:rPr>
          <w:rFonts w:eastAsiaTheme="minorHAnsi"/>
          <w:lang w:eastAsia="en-US"/>
        </w:rPr>
        <w:t xml:space="preserve">Eine Alternative zur Verwendung des </w:t>
      </w:r>
      <w:r w:rsidRPr="0055675C">
        <w:rPr>
          <w:rFonts w:eastAsiaTheme="minorHAnsi"/>
          <w:lang w:eastAsia="en-US"/>
        </w:rPr>
        <w:t>Runnable</w:t>
      </w:r>
      <w:r w:rsidRPr="00034892">
        <w:rPr>
          <w:rFonts w:eastAsiaTheme="minorHAnsi"/>
          <w:lang w:eastAsia="en-US"/>
        </w:rPr>
        <w:t xml:space="preserve"> Interfaces ist die Verwendung von Vererbung.</w:t>
      </w:r>
      <w:r>
        <w:rPr>
          <w:rFonts w:eastAsiaTheme="minorHAnsi"/>
          <w:lang w:eastAsia="en-US"/>
        </w:rPr>
        <w:t xml:space="preserve"> Dazu leiten wir die</w:t>
      </w:r>
      <w:r w:rsidRPr="00034892">
        <w:rPr>
          <w:rFonts w:eastAsiaTheme="minorHAnsi"/>
          <w:lang w:eastAsia="en-US"/>
        </w:rPr>
        <w:t xml:space="preserve"> Klasse</w:t>
      </w:r>
      <w:r>
        <w:rPr>
          <w:rFonts w:eastAsiaTheme="minorHAnsi"/>
          <w:lang w:eastAsia="en-US"/>
        </w:rPr>
        <w:t>n</w:t>
      </w:r>
      <w:r w:rsidRPr="00034892">
        <w:rPr>
          <w:rFonts w:eastAsiaTheme="minorHAnsi"/>
          <w:lang w:eastAsia="en-US"/>
        </w:rPr>
        <w:t xml:space="preserve"> </w:t>
      </w:r>
      <w:r w:rsidRPr="0055675C">
        <w:rPr>
          <w:rFonts w:eastAsiaTheme="minorHAnsi"/>
          <w:lang w:eastAsia="en-US"/>
        </w:rPr>
        <w:t>Runner1</w:t>
      </w:r>
      <w:r w:rsidRPr="0003489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und </w:t>
      </w:r>
      <w:r w:rsidRPr="0055675C">
        <w:rPr>
          <w:rFonts w:eastAsiaTheme="minorHAnsi"/>
          <w:lang w:eastAsia="en-US"/>
        </w:rPr>
        <w:t>Runner2</w:t>
      </w:r>
      <w:r>
        <w:rPr>
          <w:rFonts w:eastAsiaTheme="minorHAnsi"/>
          <w:lang w:eastAsia="en-US"/>
        </w:rPr>
        <w:t xml:space="preserve"> </w:t>
      </w:r>
      <w:r w:rsidRPr="00034892">
        <w:rPr>
          <w:rFonts w:eastAsiaTheme="minorHAnsi"/>
          <w:lang w:eastAsia="en-US"/>
        </w:rPr>
        <w:t xml:space="preserve">von </w:t>
      </w:r>
      <w:r w:rsidR="00C33E9C">
        <w:rPr>
          <w:rFonts w:eastAsiaTheme="minorHAnsi"/>
          <w:lang w:eastAsia="en-US"/>
        </w:rPr>
        <w:t xml:space="preserve">der Klasse </w:t>
      </w:r>
      <w:r w:rsidRPr="00034892">
        <w:rPr>
          <w:rFonts w:eastAsiaTheme="minorHAnsi"/>
          <w:lang w:eastAsia="en-US"/>
        </w:rPr>
        <w:t>Thread ab.</w:t>
      </w:r>
    </w:p>
    <w:p w14:paraId="1E89760B" w14:textId="6B6DCBFD" w:rsidR="001D4ED7" w:rsidRPr="00034892" w:rsidRDefault="00752167" w:rsidP="001D4ED7">
      <w:pPr>
        <w:rPr>
          <w:rFonts w:eastAsiaTheme="minorHAnsi"/>
          <w:lang w:eastAsia="en-US"/>
        </w:rPr>
      </w:pPr>
      <w:r w:rsidRPr="005A73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87E524" wp14:editId="6F78EB69">
                <wp:simplePos x="0" y="0"/>
                <wp:positionH relativeFrom="column">
                  <wp:posOffset>3082925</wp:posOffset>
                </wp:positionH>
                <wp:positionV relativeFrom="paragraph">
                  <wp:posOffset>35560</wp:posOffset>
                </wp:positionV>
                <wp:extent cx="990600" cy="2499360"/>
                <wp:effectExtent l="0" t="0" r="19050" b="1524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499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20395B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0</w:t>
                            </w:r>
                          </w:p>
                          <w:p w14:paraId="4C45162C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0</w:t>
                            </w:r>
                          </w:p>
                          <w:p w14:paraId="11708615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1</w:t>
                            </w:r>
                          </w:p>
                          <w:p w14:paraId="24D48861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1</w:t>
                            </w:r>
                          </w:p>
                          <w:p w14:paraId="0880C649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2</w:t>
                            </w:r>
                          </w:p>
                          <w:p w14:paraId="4F439837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2</w:t>
                            </w:r>
                          </w:p>
                          <w:p w14:paraId="6F334A92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3</w:t>
                            </w:r>
                          </w:p>
                          <w:p w14:paraId="1DC0C604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4</w:t>
                            </w:r>
                          </w:p>
                          <w:p w14:paraId="07794E6A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3</w:t>
                            </w:r>
                          </w:p>
                          <w:p w14:paraId="53C1EC82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5</w:t>
                            </w:r>
                          </w:p>
                          <w:p w14:paraId="519B1350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4</w:t>
                            </w:r>
                          </w:p>
                          <w:p w14:paraId="4540C6F8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6</w:t>
                            </w:r>
                          </w:p>
                          <w:p w14:paraId="611DE8F1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5</w:t>
                            </w:r>
                          </w:p>
                          <w:p w14:paraId="537E3F04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Runner2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7</w:t>
                            </w:r>
                          </w:p>
                          <w:p w14:paraId="30FD14F0" w14:textId="509FA5F9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6</w:t>
                            </w:r>
                          </w:p>
                          <w:p w14:paraId="7343167E" w14:textId="48627C8F" w:rsidR="001D4ED7" w:rsidRPr="00752EC2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7E524" id="Textfeld 11" o:spid="_x0000_s1030" type="#_x0000_t202" style="position:absolute;margin-left:242.75pt;margin-top:2.8pt;width:78pt;height:19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" fillcolor="white [3201]" strokeweight=".5pt">
                <v:textbox>
                  <w:txbxContent>
                    <w:p w14:paraId="0120395B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0</w:t>
                      </w:r>
                    </w:p>
                    <w:p w14:paraId="4C45162C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0</w:t>
                      </w:r>
                    </w:p>
                    <w:p w14:paraId="11708615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1</w:t>
                      </w:r>
                    </w:p>
                    <w:p w14:paraId="24D48861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1</w:t>
                      </w:r>
                    </w:p>
                    <w:p w14:paraId="0880C649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2</w:t>
                      </w:r>
                    </w:p>
                    <w:p w14:paraId="4F439837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2</w:t>
                      </w:r>
                    </w:p>
                    <w:p w14:paraId="6F334A92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3</w:t>
                      </w:r>
                    </w:p>
                    <w:p w14:paraId="1DC0C604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4</w:t>
                      </w:r>
                    </w:p>
                    <w:p w14:paraId="07794E6A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3</w:t>
                      </w:r>
                    </w:p>
                    <w:p w14:paraId="53C1EC82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5</w:t>
                      </w:r>
                    </w:p>
                    <w:p w14:paraId="519B1350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4</w:t>
                      </w:r>
                    </w:p>
                    <w:p w14:paraId="4540C6F8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6</w:t>
                      </w:r>
                    </w:p>
                    <w:p w14:paraId="611DE8F1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5</w:t>
                      </w:r>
                    </w:p>
                    <w:p w14:paraId="537E3F04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Runner2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7</w:t>
                      </w:r>
                    </w:p>
                    <w:p w14:paraId="30FD14F0" w14:textId="509FA5F9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6</w:t>
                      </w:r>
                    </w:p>
                    <w:p w14:paraId="7343167E" w14:textId="48627C8F" w:rsidR="001D4ED7" w:rsidRPr="00752EC2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A73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8975E8" wp14:editId="327AED2C">
                <wp:simplePos x="0" y="0"/>
                <wp:positionH relativeFrom="column">
                  <wp:posOffset>-10795</wp:posOffset>
                </wp:positionH>
                <wp:positionV relativeFrom="paragraph">
                  <wp:posOffset>43180</wp:posOffset>
                </wp:positionV>
                <wp:extent cx="2971800" cy="2301240"/>
                <wp:effectExtent l="0" t="0" r="19050" b="2286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301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3A780F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class Runner1 extends Thread {</w:t>
                            </w:r>
                          </w:p>
                          <w:p w14:paraId="441C8FB8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// gleich wie oben</w:t>
                            </w:r>
                          </w:p>
                          <w:p w14:paraId="16C26F7F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}</w:t>
                            </w:r>
                          </w:p>
                          <w:p w14:paraId="3C3C12F5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67B02734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6BDCECCD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class Runner2 extends Thread {</w:t>
                            </w:r>
                          </w:p>
                          <w:p w14:paraId="1575586E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// gleich wie oben</w:t>
                            </w:r>
                          </w:p>
                          <w:p w14:paraId="51CE336D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}</w:t>
                            </w:r>
                          </w:p>
                          <w:p w14:paraId="6E97B0AA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4C616251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public class RunnerExample {</w:t>
                            </w:r>
                          </w:p>
                          <w:p w14:paraId="4F05A14E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public static void main(String[] args) {</w:t>
                            </w:r>
                          </w:p>
                          <w:p w14:paraId="260A0C0C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70611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Runner1 runner1 = new Runner1();</w:t>
                            </w:r>
                          </w:p>
                          <w:p w14:paraId="6A7CF29C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 w:rsidRPr="0070611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Runner2 runner2 = new Runner2();</w:t>
                            </w:r>
                          </w:p>
                          <w:p w14:paraId="56744B19" w14:textId="77777777" w:rsidR="001D4ED7" w:rsidRPr="00EF2D9E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runner1.start();</w:t>
                            </w:r>
                          </w:p>
                          <w:p w14:paraId="4671E4A9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runner2.start();</w:t>
                            </w: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}</w:t>
                            </w:r>
                          </w:p>
                          <w:p w14:paraId="1A5DF46C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70611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975E8" id="Textfeld 10" o:spid="_x0000_s1031" type="#_x0000_t202" style="position:absolute;margin-left:-.85pt;margin-top:3.4pt;width:234pt;height:18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" fillcolor="white [3201]" strokeweight=".5pt">
                <v:textbox>
                  <w:txbxContent>
                    <w:p w14:paraId="1E3A780F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Runner1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extends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Thread </w:t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{</w:t>
                      </w:r>
                    </w:p>
                    <w:p w14:paraId="441C8FB8" w14:textId="77777777" w:rsidR="001D4ED7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// gleich wie oben</w:t>
                      </w:r>
                    </w:p>
                    <w:p w14:paraId="16C26F7F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3C3C12F5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  <w:p w14:paraId="67B02734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  <w:p w14:paraId="6BDCECCD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Runner2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extends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Thread </w:t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{</w:t>
                      </w:r>
                    </w:p>
                    <w:p w14:paraId="1575586E" w14:textId="77777777" w:rsidR="001D4ED7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// gleich wie oben</w:t>
                      </w:r>
                    </w:p>
                    <w:p w14:paraId="51CE336D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  <w:p w14:paraId="6E97B0AA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</w:p>
                    <w:p w14:paraId="4C616251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RunnerExample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{</w:t>
                      </w:r>
                    </w:p>
                    <w:p w14:paraId="4F05A14E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static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void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main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</w:t>
                      </w:r>
                      <w:proofErr w:type="gram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String[</w:t>
                      </w:r>
                      <w:proofErr w:type="gram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]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args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) {</w:t>
                      </w:r>
                    </w:p>
                    <w:p w14:paraId="260A0C0C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Runner1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runner1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=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Runner1();</w:t>
                      </w:r>
                    </w:p>
                    <w:p w14:paraId="6A7CF29C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Runner2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runner2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=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Runner2();</w:t>
                      </w:r>
                    </w:p>
                    <w:p w14:paraId="56744B19" w14:textId="77777777" w:rsidR="001D4ED7" w:rsidRPr="00EF2D9E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runner1.start();</w:t>
                      </w:r>
                    </w:p>
                    <w:p w14:paraId="4671E4A9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runner2.start();</w:t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}</w:t>
                      </w:r>
                    </w:p>
                    <w:p w14:paraId="1A5DF46C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8249D5" w14:textId="61E83639" w:rsidR="001D4ED7" w:rsidRPr="00034892" w:rsidRDefault="001D4ED7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Betrachtet man die Ausgabe, so sieht man ein </w:t>
      </w:r>
      <w:r w:rsidR="00E91CFD">
        <w:rPr>
          <w:rFonts w:eastAsiaTheme="minorHAnsi"/>
          <w:lang w:eastAsia="en-US"/>
        </w:rPr>
        <w:t xml:space="preserve">anderes </w:t>
      </w:r>
      <w:r>
        <w:rPr>
          <w:rFonts w:eastAsiaTheme="minorHAnsi"/>
          <w:lang w:eastAsia="en-US"/>
        </w:rPr>
        <w:t>Problem der Nebenläufigkeit: wir können nur ungefähr vorhersagen, wann ein Thread drankommt.</w:t>
      </w:r>
    </w:p>
    <w:p w14:paraId="2782AC97" w14:textId="0B0BBC92" w:rsidR="00A7015E" w:rsidRDefault="00207EBD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Zusammenfassend</w:t>
      </w:r>
      <w:r w:rsidR="001D4ED7">
        <w:rPr>
          <w:rFonts w:eastAsiaTheme="minorHAnsi"/>
          <w:lang w:eastAsia="en-US"/>
        </w:rPr>
        <w:t xml:space="preserve">: </w:t>
      </w:r>
      <w:r w:rsidR="00A7015E">
        <w:rPr>
          <w:rFonts w:eastAsiaTheme="minorHAnsi"/>
          <w:lang w:eastAsia="en-US"/>
        </w:rPr>
        <w:t xml:space="preserve">Die Implementierung des </w:t>
      </w:r>
      <w:r w:rsidR="00A7015E" w:rsidRPr="0055675C">
        <w:rPr>
          <w:rFonts w:eastAsiaTheme="minorHAnsi"/>
          <w:lang w:eastAsia="en-US"/>
        </w:rPr>
        <w:t>Runnable</w:t>
      </w:r>
      <w:r w:rsidR="00A7015E">
        <w:rPr>
          <w:rFonts w:eastAsiaTheme="minorHAnsi"/>
          <w:lang w:eastAsia="en-US"/>
        </w:rPr>
        <w:t xml:space="preserve"> wird allgemein als das bessere Verfahren angesehen, da nicht die Thread-Klasse verändert werden muss (Trennung von spezifischem Verhalten und Systemabbildung). </w:t>
      </w:r>
    </w:p>
    <w:p w14:paraId="13572EF2" w14:textId="46A9DA30" w:rsidR="001D4ED7" w:rsidRPr="00034892" w:rsidRDefault="00A7015E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Zusätzlich steh</w:t>
      </w:r>
      <w:r w:rsidR="005974CA">
        <w:rPr>
          <w:rFonts w:eastAsiaTheme="minorHAnsi"/>
          <w:lang w:eastAsia="en-US"/>
        </w:rPr>
        <w:t>en</w:t>
      </w:r>
      <w:r>
        <w:rPr>
          <w:rFonts w:eastAsiaTheme="minorHAnsi"/>
          <w:lang w:eastAsia="en-US"/>
        </w:rPr>
        <w:t xml:space="preserve"> ab Java 5 mit dem </w:t>
      </w:r>
      <w:r w:rsidRPr="0055675C">
        <w:rPr>
          <w:rFonts w:eastAsiaTheme="minorHAnsi"/>
          <w:lang w:eastAsia="en-US"/>
        </w:rPr>
        <w:t>java.</w:t>
      </w:r>
      <w:r w:rsidR="005974CA" w:rsidRPr="0055675C">
        <w:rPr>
          <w:rFonts w:eastAsiaTheme="minorHAnsi"/>
          <w:lang w:eastAsia="en-US"/>
        </w:rPr>
        <w:t>util.concurrent-Package</w:t>
      </w:r>
      <w:r w:rsidR="005974CA">
        <w:rPr>
          <w:rFonts w:eastAsiaTheme="minorHAnsi"/>
          <w:lang w:eastAsia="en-US"/>
        </w:rPr>
        <w:t xml:space="preserve"> weitere Klassen und Interfaces zur Verfügung. </w:t>
      </w:r>
      <w:r w:rsidR="00FE4919">
        <w:rPr>
          <w:rFonts w:eastAsiaTheme="minorHAnsi"/>
          <w:lang w:eastAsia="en-US"/>
        </w:rPr>
        <w:t xml:space="preserve">So können mit dem </w:t>
      </w:r>
      <w:r w:rsidR="00FE4919" w:rsidRPr="0055675C">
        <w:rPr>
          <w:rFonts w:eastAsiaTheme="minorHAnsi"/>
          <w:lang w:eastAsia="en-US"/>
        </w:rPr>
        <w:t>Callable-Interface</w:t>
      </w:r>
      <w:r w:rsidR="00FE4919">
        <w:rPr>
          <w:rFonts w:eastAsiaTheme="minorHAnsi"/>
          <w:lang w:eastAsia="en-US"/>
        </w:rPr>
        <w:t xml:space="preserve"> Parameter und Rückgabewerte verwendet werden, benötigen aber zur Ausführung </w:t>
      </w:r>
      <w:r w:rsidR="00FE4919">
        <w:rPr>
          <w:rFonts w:eastAsiaTheme="minorHAnsi"/>
          <w:lang w:eastAsia="en-US"/>
        </w:rPr>
        <w:lastRenderedPageBreak/>
        <w:t xml:space="preserve">die neue Klasse </w:t>
      </w:r>
      <w:r w:rsidR="00FE0F6D" w:rsidRPr="0055675C">
        <w:rPr>
          <w:rFonts w:eastAsiaTheme="minorHAnsi"/>
          <w:lang w:eastAsia="en-US"/>
        </w:rPr>
        <w:t>ExecutorService</w:t>
      </w:r>
      <w:r w:rsidR="00FE0F6D">
        <w:rPr>
          <w:rFonts w:eastAsiaTheme="minorHAnsi"/>
          <w:lang w:eastAsia="en-US"/>
        </w:rPr>
        <w:t xml:space="preserve">. Hierzu wird jedoch auf die weiterführende Literatur verwiesen. </w:t>
      </w:r>
    </w:p>
    <w:p w14:paraId="22D29AA5" w14:textId="6FCD31E4" w:rsidR="001D4ED7" w:rsidRPr="00034892" w:rsidRDefault="001D4ED7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Was passiert, wenn wir nach dem Start der beiden Threads </w:t>
      </w:r>
      <w:r w:rsidR="00551B6C">
        <w:rPr>
          <w:rFonts w:eastAsiaTheme="minorHAnsi"/>
          <w:lang w:eastAsia="en-US"/>
        </w:rPr>
        <w:t>weitere Anweisungen (</w:t>
      </w:r>
      <w:r w:rsidR="00551B6C" w:rsidRPr="0055675C">
        <w:rPr>
          <w:rFonts w:eastAsiaTheme="minorHAnsi"/>
          <w:lang w:eastAsia="en-US"/>
        </w:rPr>
        <w:t>z.B.</w:t>
      </w:r>
      <w:r w:rsidR="00551B6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eine Ausgabe</w:t>
      </w:r>
      <w:r w:rsidR="00551B6C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in der </w:t>
      </w:r>
      <w:r w:rsidRPr="0055675C">
        <w:rPr>
          <w:rFonts w:eastAsiaTheme="minorHAnsi"/>
          <w:lang w:eastAsia="en-US"/>
        </w:rPr>
        <w:t>main</w:t>
      </w:r>
      <w:r>
        <w:rPr>
          <w:rFonts w:eastAsiaTheme="minorHAnsi"/>
          <w:lang w:eastAsia="en-US"/>
        </w:rPr>
        <w:t xml:space="preserve"> einfügen?</w:t>
      </w:r>
    </w:p>
    <w:p w14:paraId="048364E4" w14:textId="2DFFE4B3" w:rsidR="001D4ED7" w:rsidRPr="00034892" w:rsidRDefault="00657283" w:rsidP="001D4ED7">
      <w:pPr>
        <w:rPr>
          <w:rFonts w:eastAsiaTheme="minorHAnsi"/>
          <w:lang w:eastAsia="en-US"/>
        </w:rPr>
      </w:pPr>
      <w:r w:rsidRPr="005A73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D75AA2" wp14:editId="103ED952">
                <wp:simplePos x="0" y="0"/>
                <wp:positionH relativeFrom="column">
                  <wp:posOffset>3136265</wp:posOffset>
                </wp:positionH>
                <wp:positionV relativeFrom="paragraph">
                  <wp:posOffset>0</wp:posOffset>
                </wp:positionV>
                <wp:extent cx="1021080" cy="1318260"/>
                <wp:effectExtent l="0" t="0" r="26670" b="15240"/>
                <wp:wrapSquare wrapText="bothSides"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1318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4815AE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Fertig</w:t>
                            </w:r>
                          </w:p>
                          <w:p w14:paraId="6B748F19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0</w:t>
                            </w:r>
                          </w:p>
                          <w:p w14:paraId="71A29895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1</w:t>
                            </w:r>
                          </w:p>
                          <w:p w14:paraId="05C4788E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2</w:t>
                            </w:r>
                          </w:p>
                          <w:p w14:paraId="5D518CC4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3</w:t>
                            </w:r>
                          </w:p>
                          <w:p w14:paraId="1C92295A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4</w:t>
                            </w:r>
                          </w:p>
                          <w:p w14:paraId="2E49159F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5</w:t>
                            </w:r>
                          </w:p>
                          <w:p w14:paraId="44CF49E1" w14:textId="77777777" w:rsidR="001D4ED7" w:rsidRPr="00752EC2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75AA2" id="Textfeld 13" o:spid="_x0000_s1032" type="#_x0000_t202" style="position:absolute;margin-left:246.95pt;margin-top:0;width:80.4pt;height:10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" fillcolor="white [3201]" strokeweight=".5pt">
                <v:textbox>
                  <w:txbxContent>
                    <w:p w14:paraId="5F4815AE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Fertig</w:t>
                      </w:r>
                    </w:p>
                    <w:p w14:paraId="6B748F19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0</w:t>
                      </w:r>
                    </w:p>
                    <w:p w14:paraId="71A29895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1</w:t>
                      </w:r>
                    </w:p>
                    <w:p w14:paraId="05C4788E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2</w:t>
                      </w:r>
                    </w:p>
                    <w:p w14:paraId="5D518CC4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3</w:t>
                      </w:r>
                    </w:p>
                    <w:p w14:paraId="1C92295A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4</w:t>
                      </w:r>
                    </w:p>
                    <w:p w14:paraId="2E49159F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5</w:t>
                      </w:r>
                    </w:p>
                    <w:p w14:paraId="44CF49E1" w14:textId="77777777" w:rsidR="001D4ED7" w:rsidRPr="00752EC2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ED7" w:rsidRPr="005A73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9FE059" wp14:editId="79995776">
                <wp:simplePos x="0" y="0"/>
                <wp:positionH relativeFrom="column">
                  <wp:posOffset>-3175</wp:posOffset>
                </wp:positionH>
                <wp:positionV relativeFrom="paragraph">
                  <wp:posOffset>635</wp:posOffset>
                </wp:positionV>
                <wp:extent cx="2964180" cy="1318260"/>
                <wp:effectExtent l="0" t="0" r="26670" b="1524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4180" cy="1318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32E6AC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public class RunnerExample {</w:t>
                            </w:r>
                          </w:p>
                          <w:p w14:paraId="54C857D5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public static void main(String[] args) {</w:t>
                            </w:r>
                          </w:p>
                          <w:p w14:paraId="24DE7041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70611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Runner1 runner1 = new Runner1();</w:t>
                            </w:r>
                          </w:p>
                          <w:p w14:paraId="04853A58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 w:rsidRPr="0070611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Runner2 runner2 = new Runner2();</w:t>
                            </w:r>
                          </w:p>
                          <w:p w14:paraId="061BF573" w14:textId="77777777" w:rsidR="001D4ED7" w:rsidRPr="00EF2D9E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runner1.start();</w:t>
                            </w:r>
                          </w:p>
                          <w:p w14:paraId="79A3E815" w14:textId="77777777" w:rsidR="001D4ED7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 w:rsidRPr="00EF2D9E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runner2.start();</w:t>
                            </w: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</w:p>
                          <w:p w14:paraId="200B6D62" w14:textId="77777777" w:rsidR="001D4ED7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System.out.println(</w:t>
                            </w:r>
                            <w:r w:rsidRPr="00835D64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"</w:t>
                            </w: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Fertig</w:t>
                            </w:r>
                            <w:r w:rsidRPr="00835D64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"</w:t>
                            </w: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);</w:t>
                            </w:r>
                          </w:p>
                          <w:p w14:paraId="717016E6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}</w:t>
                            </w:r>
                          </w:p>
                          <w:p w14:paraId="742B6EA3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70611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FE059" id="Textfeld 12" o:spid="_x0000_s1033" type="#_x0000_t202" style="position:absolute;margin-left:-.25pt;margin-top:.05pt;width:233.4pt;height:10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" fillcolor="white [3201]" strokeweight=".5pt">
                <v:textbox>
                  <w:txbxContent>
                    <w:p w14:paraId="6D32E6AC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RunnerExample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{</w:t>
                      </w:r>
                    </w:p>
                    <w:p w14:paraId="54C857D5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static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void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main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</w:t>
                      </w:r>
                      <w:proofErr w:type="gram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String[</w:t>
                      </w:r>
                      <w:proofErr w:type="gram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]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args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) {</w:t>
                      </w:r>
                    </w:p>
                    <w:p w14:paraId="24DE7041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Runner1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runner1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=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Runner1();</w:t>
                      </w:r>
                    </w:p>
                    <w:p w14:paraId="04853A58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Runner2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runner2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=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Runner2();</w:t>
                      </w:r>
                    </w:p>
                    <w:p w14:paraId="061BF573" w14:textId="77777777" w:rsidR="001D4ED7" w:rsidRPr="00EF2D9E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runner1.start();</w:t>
                      </w:r>
                    </w:p>
                    <w:p w14:paraId="79A3E815" w14:textId="77777777" w:rsidR="001D4ED7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F2D9E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runner2.start();</w:t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</w:p>
                    <w:p w14:paraId="200B6D62" w14:textId="77777777" w:rsidR="001D4ED7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System.out.println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(</w:t>
                      </w:r>
                      <w:r w:rsidRPr="00835D64">
                        <w:rPr>
                          <w:rFonts w:ascii="Consolas" w:hAnsi="Consolas"/>
                          <w:b/>
                          <w:sz w:val="18"/>
                        </w:rPr>
                        <w:t>"</w:t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>Fertig</w:t>
                      </w:r>
                      <w:r w:rsidRPr="00835D64">
                        <w:rPr>
                          <w:rFonts w:ascii="Consolas" w:hAnsi="Consolas"/>
                          <w:b/>
                          <w:sz w:val="18"/>
                        </w:rPr>
                        <w:t>"</w:t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>);</w:t>
                      </w:r>
                    </w:p>
                    <w:p w14:paraId="717016E6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}</w:t>
                      </w:r>
                    </w:p>
                    <w:p w14:paraId="742B6EA3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C2341A" w14:textId="395769BB" w:rsidR="001D4ED7" w:rsidRPr="00034892" w:rsidRDefault="007C3101" w:rsidP="001D4ED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</w:t>
      </w:r>
      <w:r w:rsidR="001D4ED7">
        <w:rPr>
          <w:rFonts w:eastAsiaTheme="minorHAnsi"/>
          <w:lang w:eastAsia="en-US"/>
        </w:rPr>
        <w:t xml:space="preserve">as </w:t>
      </w:r>
      <w:r>
        <w:rPr>
          <w:rFonts w:eastAsiaTheme="minorHAnsi"/>
          <w:lang w:eastAsia="en-US"/>
        </w:rPr>
        <w:t xml:space="preserve">hätten wir </w:t>
      </w:r>
      <w:r w:rsidR="001D4ED7">
        <w:rPr>
          <w:rFonts w:eastAsiaTheme="minorHAnsi"/>
          <w:lang w:eastAsia="en-US"/>
        </w:rPr>
        <w:t>erwarte</w:t>
      </w:r>
      <w:r>
        <w:rPr>
          <w:rFonts w:eastAsiaTheme="minorHAnsi"/>
          <w:lang w:eastAsia="en-US"/>
        </w:rPr>
        <w:t>n können.</w:t>
      </w:r>
      <w:r w:rsidR="001D4ED7">
        <w:rPr>
          <w:rFonts w:eastAsiaTheme="minorHAnsi"/>
          <w:lang w:eastAsia="en-US"/>
        </w:rPr>
        <w:t xml:space="preserve"> Die Threads sollen ja eben den Ablauf des Hauptprogramms nicht unterbrechen.</w:t>
      </w:r>
      <w:r w:rsidR="00781A55">
        <w:rPr>
          <w:rFonts w:eastAsiaTheme="minorHAnsi"/>
          <w:lang w:eastAsia="en-US"/>
        </w:rPr>
        <w:t xml:space="preserve"> Wollen wir nun warten, bis die gestarteten Threads fertig sind, können wir unseren </w:t>
      </w:r>
      <w:r w:rsidR="0030117A">
        <w:rPr>
          <w:rFonts w:eastAsiaTheme="minorHAnsi"/>
          <w:lang w:eastAsia="en-US"/>
        </w:rPr>
        <w:t xml:space="preserve">Thread (die </w:t>
      </w:r>
      <w:r w:rsidR="0030117A" w:rsidRPr="0055675C">
        <w:rPr>
          <w:rFonts w:eastAsiaTheme="minorHAnsi"/>
          <w:lang w:eastAsia="en-US"/>
        </w:rPr>
        <w:t>main</w:t>
      </w:r>
      <w:r w:rsidR="0030117A">
        <w:rPr>
          <w:rFonts w:eastAsiaTheme="minorHAnsi"/>
          <w:lang w:eastAsia="en-US"/>
        </w:rPr>
        <w:t xml:space="preserve">) </w:t>
      </w:r>
      <w:r w:rsidR="00781A55">
        <w:rPr>
          <w:rFonts w:eastAsiaTheme="minorHAnsi"/>
          <w:lang w:eastAsia="en-US"/>
        </w:rPr>
        <w:t xml:space="preserve">durch den Aufruf der </w:t>
      </w:r>
      <w:r w:rsidR="00781A55" w:rsidRPr="0055675C">
        <w:rPr>
          <w:rFonts w:eastAsiaTheme="minorHAnsi"/>
          <w:lang w:eastAsia="en-US"/>
        </w:rPr>
        <w:t>join</w:t>
      </w:r>
      <w:r w:rsidR="00781A55">
        <w:rPr>
          <w:rFonts w:eastAsiaTheme="minorHAnsi"/>
          <w:lang w:eastAsia="en-US"/>
        </w:rPr>
        <w:t>()-Methode zum Warten bewegen.</w:t>
      </w:r>
      <w:r w:rsidR="0030117A">
        <w:rPr>
          <w:rFonts w:eastAsiaTheme="minorHAnsi"/>
          <w:lang w:eastAsia="en-US"/>
        </w:rPr>
        <w:t xml:space="preserve"> Der aktuelle Thread</w:t>
      </w:r>
      <w:r w:rsidR="00DD68CC">
        <w:rPr>
          <w:rFonts w:eastAsiaTheme="minorHAnsi"/>
          <w:lang w:eastAsia="en-US"/>
        </w:rPr>
        <w:t xml:space="preserve"> (</w:t>
      </w:r>
      <w:r w:rsidR="00DD68CC" w:rsidRPr="0055675C">
        <w:rPr>
          <w:rFonts w:eastAsiaTheme="minorHAnsi"/>
          <w:lang w:eastAsia="en-US"/>
        </w:rPr>
        <w:t>main</w:t>
      </w:r>
      <w:r w:rsidR="00DD68CC">
        <w:rPr>
          <w:rFonts w:eastAsiaTheme="minorHAnsi"/>
          <w:lang w:eastAsia="en-US"/>
        </w:rPr>
        <w:t xml:space="preserve">) wartet, bis der aufgerufene Thread fertig ist. Alternativ kann man der </w:t>
      </w:r>
      <w:r w:rsidR="00DD68CC" w:rsidRPr="0055675C">
        <w:rPr>
          <w:rFonts w:eastAsiaTheme="minorHAnsi"/>
          <w:lang w:eastAsia="en-US"/>
        </w:rPr>
        <w:t>join</w:t>
      </w:r>
      <w:r w:rsidR="00DD68CC">
        <w:rPr>
          <w:rFonts w:eastAsiaTheme="minorHAnsi"/>
          <w:lang w:eastAsia="en-US"/>
        </w:rPr>
        <w:t>()-Methode noch eine Wartezeit in Millisekunden mitgeben, nach deren Ablauf der aufrufende Thread auch wieder dran kommt.</w:t>
      </w:r>
    </w:p>
    <w:p w14:paraId="1855A8E8" w14:textId="69800B24" w:rsidR="001D4ED7" w:rsidRPr="00034892" w:rsidRDefault="00BA56D8" w:rsidP="001D4ED7">
      <w:pPr>
        <w:rPr>
          <w:rFonts w:eastAsiaTheme="minorHAnsi"/>
          <w:lang w:eastAsia="en-US"/>
        </w:rPr>
      </w:pPr>
      <w:r w:rsidRPr="005A73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1031F5" wp14:editId="4DFFDAB4">
                <wp:simplePos x="0" y="0"/>
                <wp:positionH relativeFrom="column">
                  <wp:posOffset>3136265</wp:posOffset>
                </wp:positionH>
                <wp:positionV relativeFrom="paragraph">
                  <wp:posOffset>45720</wp:posOffset>
                </wp:positionV>
                <wp:extent cx="1074420" cy="1318260"/>
                <wp:effectExtent l="0" t="0" r="11430" b="15240"/>
                <wp:wrapSquare wrapText="bothSides"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1318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80F0A8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0</w:t>
                            </w:r>
                          </w:p>
                          <w:p w14:paraId="5A8513F8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1</w:t>
                            </w:r>
                          </w:p>
                          <w:p w14:paraId="3E5BF0DA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2</w:t>
                            </w:r>
                          </w:p>
                          <w:p w14:paraId="390D4A4A" w14:textId="00DEEFC0" w:rsidR="001D4ED7" w:rsidRDefault="000D5DF0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...</w:t>
                            </w:r>
                          </w:p>
                          <w:p w14:paraId="4DE7BAF8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6</w:t>
                            </w:r>
                          </w:p>
                          <w:p w14:paraId="4DFC9DE0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7</w:t>
                            </w:r>
                          </w:p>
                          <w:p w14:paraId="6F4175C9" w14:textId="77777777" w:rsidR="001D4ED7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55675C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Runner1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8</w:t>
                            </w:r>
                          </w:p>
                          <w:p w14:paraId="3D5090F0" w14:textId="77777777" w:rsidR="001D4ED7" w:rsidRPr="00752EC2" w:rsidRDefault="001D4ED7" w:rsidP="001D4ED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Fertig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031F5" id="Textfeld 15" o:spid="_x0000_s1034" type="#_x0000_t202" style="position:absolute;margin-left:246.95pt;margin-top:3.6pt;width:84.6pt;height:103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" fillcolor="white [3201]" strokeweight=".5pt">
                <v:textbox>
                  <w:txbxContent>
                    <w:p w14:paraId="5B80F0A8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0</w:t>
                      </w:r>
                    </w:p>
                    <w:p w14:paraId="5A8513F8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1</w:t>
                      </w:r>
                    </w:p>
                    <w:p w14:paraId="3E5BF0DA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2</w:t>
                      </w:r>
                    </w:p>
                    <w:p w14:paraId="390D4A4A" w14:textId="00DEEFC0" w:rsidR="001D4ED7" w:rsidRDefault="000D5DF0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...</w:t>
                      </w:r>
                    </w:p>
                    <w:p w14:paraId="4DE7BAF8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6</w:t>
                      </w:r>
                    </w:p>
                    <w:p w14:paraId="4DFC9DE0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7</w:t>
                      </w:r>
                    </w:p>
                    <w:p w14:paraId="6F4175C9" w14:textId="77777777" w:rsidR="001D4ED7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55675C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Runner1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8</w:t>
                      </w:r>
                    </w:p>
                    <w:p w14:paraId="3D5090F0" w14:textId="77777777" w:rsidR="001D4ED7" w:rsidRPr="00752EC2" w:rsidRDefault="001D4ED7" w:rsidP="001D4ED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Fertig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A73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C09AB5" wp14:editId="6774BDA9">
                <wp:simplePos x="0" y="0"/>
                <wp:positionH relativeFrom="column">
                  <wp:posOffset>-3175</wp:posOffset>
                </wp:positionH>
                <wp:positionV relativeFrom="paragraph">
                  <wp:posOffset>42545</wp:posOffset>
                </wp:positionV>
                <wp:extent cx="2964180" cy="1463040"/>
                <wp:effectExtent l="0" t="0" r="26670" b="2286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4180" cy="1463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D9ECCE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public class RunnerExample {</w:t>
                            </w:r>
                          </w:p>
                          <w:p w14:paraId="0E5E653E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public static void main(String[] args) {</w:t>
                            </w:r>
                          </w:p>
                          <w:p w14:paraId="565EBD29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Runner1 runner1 = new Runner1();</w:t>
                            </w:r>
                          </w:p>
                          <w:p w14:paraId="085B2136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runner1.start();</w:t>
                            </w:r>
                          </w:p>
                          <w:p w14:paraId="00C92E71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try {</w:t>
                            </w:r>
                          </w:p>
                          <w:p w14:paraId="41075D52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runner1.join();</w:t>
                            </w:r>
                          </w:p>
                          <w:p w14:paraId="12483E57" w14:textId="77777777" w:rsidR="001D4ED7" w:rsidRPr="00640F11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} catch (InterruptedException e) {}</w:t>
                            </w:r>
                          </w:p>
                          <w:p w14:paraId="788C476D" w14:textId="77777777" w:rsidR="001D4ED7" w:rsidRPr="00E426DC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640F11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E426DC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System.out.println("Fertig");</w:t>
                            </w:r>
                          </w:p>
                          <w:p w14:paraId="389D06CD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}</w:t>
                            </w:r>
                          </w:p>
                          <w:p w14:paraId="7B1AB704" w14:textId="77777777" w:rsidR="001D4ED7" w:rsidRPr="0070611F" w:rsidRDefault="001D4ED7" w:rsidP="001D4ED7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70611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09AB5" id="Textfeld 14" o:spid="_x0000_s1035" type="#_x0000_t202" style="position:absolute;margin-left:-.25pt;margin-top:3.35pt;width:233.4pt;height:11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" fillcolor="white [3201]" strokeweight=".5pt">
                <v:textbox>
                  <w:txbxContent>
                    <w:p w14:paraId="47D9ECCE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class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b/>
                          <w:sz w:val="18"/>
                        </w:rPr>
                        <w:t>RunnerExample</w:t>
                      </w:r>
                      <w:proofErr w:type="spellEnd"/>
                      <w:r>
                        <w:rPr>
                          <w:rFonts w:ascii="Consolas" w:hAnsi="Consolas"/>
                          <w:b/>
                          <w:sz w:val="18"/>
                        </w:rPr>
                        <w:t xml:space="preserve"> {</w:t>
                      </w:r>
                    </w:p>
                    <w:p w14:paraId="0E5E653E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public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static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void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main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(</w:t>
                      </w:r>
                      <w:proofErr w:type="gram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String[</w:t>
                      </w:r>
                      <w:proofErr w:type="gram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 xml:space="preserve">] </w:t>
                      </w:r>
                      <w:proofErr w:type="spellStart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args</w:t>
                      </w:r>
                      <w:proofErr w:type="spellEnd"/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) {</w:t>
                      </w:r>
                    </w:p>
                    <w:p w14:paraId="565EBD29" w14:textId="77777777" w:rsidR="001D4ED7" w:rsidRPr="00E426DC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 xml:space="preserve">Runner1 </w:t>
                      </w:r>
                      <w:proofErr w:type="spellStart"/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>runner1</w:t>
                      </w:r>
                      <w:proofErr w:type="spellEnd"/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 xml:space="preserve"> = </w:t>
                      </w:r>
                      <w:proofErr w:type="spellStart"/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>new</w:t>
                      </w:r>
                      <w:proofErr w:type="spellEnd"/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 xml:space="preserve"> Runner1();</w:t>
                      </w:r>
                    </w:p>
                    <w:p w14:paraId="085B2136" w14:textId="77777777" w:rsidR="001D4ED7" w:rsidRPr="00E426DC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runner1.start();</w:t>
                      </w:r>
                    </w:p>
                    <w:p w14:paraId="00C92E71" w14:textId="77777777" w:rsidR="001D4ED7" w:rsidRPr="00E426DC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>try</w:t>
                      </w:r>
                      <w:proofErr w:type="spellEnd"/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 xml:space="preserve"> {</w:t>
                      </w:r>
                    </w:p>
                    <w:p w14:paraId="41075D52" w14:textId="77777777" w:rsidR="001D4ED7" w:rsidRPr="00E426DC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runner1.join();</w:t>
                      </w:r>
                    </w:p>
                    <w:p w14:paraId="12483E57" w14:textId="77777777" w:rsidR="001D4ED7" w:rsidRPr="00E426DC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} catch (</w:t>
                      </w:r>
                      <w:proofErr w:type="spellStart"/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>InterruptedException</w:t>
                      </w:r>
                      <w:proofErr w:type="spellEnd"/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 xml:space="preserve"> e) {}</w:t>
                      </w:r>
                    </w:p>
                    <w:p w14:paraId="788C476D" w14:textId="77777777" w:rsidR="001D4ED7" w:rsidRPr="00E426DC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proofErr w:type="spellStart"/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>System.out.println</w:t>
                      </w:r>
                      <w:proofErr w:type="spellEnd"/>
                      <w:r w:rsidRPr="00E426DC">
                        <w:rPr>
                          <w:rFonts w:ascii="Consolas" w:hAnsi="Consolas"/>
                          <w:b/>
                          <w:sz w:val="18"/>
                        </w:rPr>
                        <w:t>("Fertig");</w:t>
                      </w:r>
                    </w:p>
                    <w:p w14:paraId="389D06CD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}</w:t>
                      </w:r>
                    </w:p>
                    <w:p w14:paraId="7B1AB704" w14:textId="77777777" w:rsidR="001D4ED7" w:rsidRPr="0070611F" w:rsidRDefault="001D4ED7" w:rsidP="001D4ED7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70611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3D8F7E" w14:textId="57D6537E" w:rsidR="001D4ED7" w:rsidRDefault="001D4ED7" w:rsidP="001D4ED7">
      <w:pPr>
        <w:rPr>
          <w:rFonts w:eastAsiaTheme="minorHAnsi"/>
          <w:lang w:eastAsia="en-US"/>
        </w:rPr>
      </w:pPr>
    </w:p>
    <w:p w14:paraId="39B6ABFE" w14:textId="77777777" w:rsidR="001D4ED7" w:rsidRDefault="001D4ED7" w:rsidP="001D4ED7">
      <w:pPr>
        <w:rPr>
          <w:rFonts w:eastAsiaTheme="minorHAnsi"/>
          <w:lang w:eastAsia="en-US"/>
        </w:rPr>
      </w:pPr>
    </w:p>
    <w:p w14:paraId="2FF0F33C" w14:textId="77777777" w:rsidR="001D4ED7" w:rsidRDefault="001D4ED7" w:rsidP="001D4ED7">
      <w:pPr>
        <w:rPr>
          <w:rFonts w:eastAsiaTheme="minorHAnsi"/>
          <w:lang w:eastAsia="en-US"/>
        </w:rPr>
      </w:pPr>
    </w:p>
    <w:p w14:paraId="49B014F8" w14:textId="77777777" w:rsidR="001D4ED7" w:rsidRDefault="001D4ED7" w:rsidP="001D4ED7">
      <w:pPr>
        <w:rPr>
          <w:rFonts w:eastAsiaTheme="minorHAnsi"/>
          <w:lang w:eastAsia="en-US"/>
        </w:rPr>
      </w:pPr>
    </w:p>
    <w:p w14:paraId="03215593" w14:textId="77777777" w:rsidR="001D4ED7" w:rsidRDefault="001D4ED7" w:rsidP="001D4ED7">
      <w:pPr>
        <w:rPr>
          <w:rFonts w:eastAsiaTheme="minorHAnsi"/>
          <w:lang w:eastAsia="en-US"/>
        </w:rPr>
      </w:pPr>
    </w:p>
    <w:p w14:paraId="7E959EAB" w14:textId="77777777" w:rsidR="001D4ED7" w:rsidRPr="00640F11" w:rsidRDefault="001D4ED7" w:rsidP="001D4ED7">
      <w:pPr>
        <w:rPr>
          <w:rFonts w:ascii="Consolas" w:eastAsiaTheme="minorHAnsi" w:hAnsi="Consolas"/>
          <w:b/>
          <w:lang w:val="en-US" w:eastAsia="en-US"/>
        </w:rPr>
      </w:pPr>
      <w:r w:rsidRPr="00640F11">
        <w:rPr>
          <w:rFonts w:ascii="Consolas" w:eastAsiaTheme="minorHAnsi" w:hAnsi="Consolas"/>
          <w:b/>
          <w:lang w:val="en-US" w:eastAsia="en-US"/>
        </w:rPr>
        <w:t>join(): It will put the current thread on wait until the thread on which it is called is dead. If thread is interrupted then it will throw InterruptedException.</w:t>
      </w:r>
    </w:p>
    <w:p w14:paraId="2916921E" w14:textId="11E128D1" w:rsidR="00220001" w:rsidRPr="00640F11" w:rsidRDefault="001D4ED7" w:rsidP="001D4ED7">
      <w:pPr>
        <w:rPr>
          <w:rFonts w:eastAsiaTheme="minorHAnsi"/>
          <w:lang w:val="en-US"/>
        </w:rPr>
      </w:pPr>
      <w:r w:rsidRPr="00640F11">
        <w:rPr>
          <w:rFonts w:eastAsiaTheme="minorHAnsi"/>
          <w:lang w:val="en-US" w:eastAsia="en-US"/>
        </w:rPr>
        <w:t>Damit wird der aufrufende Thread angehalten, bis der oder anderen Thre</w:t>
      </w:r>
      <w:r w:rsidR="005A360C" w:rsidRPr="00640F11">
        <w:rPr>
          <w:rFonts w:eastAsiaTheme="minorHAnsi"/>
          <w:lang w:val="en-US" w:eastAsia="en-US"/>
        </w:rPr>
        <w:t>ads geendet haben</w:t>
      </w:r>
      <w:r w:rsidRPr="00640F11">
        <w:rPr>
          <w:rFonts w:eastAsiaTheme="minorHAnsi"/>
          <w:lang w:val="en-US" w:eastAsia="en-US"/>
        </w:rPr>
        <w:t>.</w:t>
      </w:r>
    </w:p>
    <w:sectPr w:rsidR="00220001" w:rsidRPr="00640F11" w:rsidSect="00425DE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46C35" w14:textId="77777777" w:rsidR="004D1A37" w:rsidRDefault="004D1A37" w:rsidP="009E6718">
      <w:r>
        <w:separator/>
      </w:r>
    </w:p>
  </w:endnote>
  <w:endnote w:type="continuationSeparator" w:id="0">
    <w:p w14:paraId="2131DF9C" w14:textId="77777777" w:rsidR="004D1A37" w:rsidRDefault="004D1A37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580F8" w14:textId="77777777" w:rsidR="00640F11" w:rsidRDefault="00640F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2EF2" w14:textId="607FB5FB" w:rsidR="00900544" w:rsidRPr="00A23F6B" w:rsidRDefault="00900544" w:rsidP="00A23F6B">
    <w:pPr>
      <w:pStyle w:val="Fuzeile"/>
      <w:jc w:val="right"/>
      <w:rPr>
        <w:rFonts w:ascii="Arial" w:hAnsi="Arial" w:cs="Arial"/>
        <w:b/>
      </w:rPr>
    </w:pPr>
    <w:r w:rsidRPr="00900544">
      <w:rPr>
        <w:rFonts w:ascii="Arial" w:hAnsi="Arial" w:cs="Arial"/>
        <w:b/>
      </w:rPr>
      <w:t xml:space="preserve">Seite </w:t>
    </w:r>
    <w:r w:rsidR="001467C2" w:rsidRPr="00900544">
      <w:rPr>
        <w:rFonts w:ascii="Arial" w:hAnsi="Arial" w:cs="Arial"/>
        <w:b/>
      </w:rPr>
      <w:fldChar w:fldCharType="begin"/>
    </w:r>
    <w:r w:rsidRPr="00900544">
      <w:rPr>
        <w:rFonts w:ascii="Arial" w:hAnsi="Arial" w:cs="Arial"/>
        <w:b/>
      </w:rPr>
      <w:instrText xml:space="preserve"> PAGE  \* Arabic  \* MERGEFORMAT </w:instrText>
    </w:r>
    <w:r w:rsidR="001467C2" w:rsidRPr="00900544">
      <w:rPr>
        <w:rFonts w:ascii="Arial" w:hAnsi="Arial" w:cs="Arial"/>
        <w:b/>
      </w:rPr>
      <w:fldChar w:fldCharType="separate"/>
    </w:r>
    <w:r w:rsidR="0055675C">
      <w:rPr>
        <w:rFonts w:ascii="Arial" w:hAnsi="Arial" w:cs="Arial"/>
        <w:b/>
        <w:noProof/>
      </w:rPr>
      <w:t>1</w:t>
    </w:r>
    <w:r w:rsidR="001467C2" w:rsidRPr="00900544">
      <w:rPr>
        <w:rFonts w:ascii="Arial" w:hAnsi="Arial" w:cs="Arial"/>
        <w:b/>
      </w:rPr>
      <w:fldChar w:fldCharType="end"/>
    </w:r>
    <w:r w:rsidRPr="00900544">
      <w:rPr>
        <w:rFonts w:ascii="Arial" w:hAnsi="Arial" w:cs="Arial"/>
        <w:b/>
      </w:rPr>
      <w:t xml:space="preserve"> von </w:t>
    </w:r>
    <w:r w:rsidR="004D1A37">
      <w:fldChar w:fldCharType="begin"/>
    </w:r>
    <w:r w:rsidR="004D1A37">
      <w:instrText xml:space="preserve"> NUMPAGES   \* MERGEFORMAT </w:instrText>
    </w:r>
    <w:r w:rsidR="004D1A37">
      <w:fldChar w:fldCharType="separate"/>
    </w:r>
    <w:r w:rsidR="0055675C" w:rsidRPr="0055675C">
      <w:rPr>
        <w:rFonts w:ascii="Arial" w:hAnsi="Arial" w:cs="Arial"/>
        <w:b/>
        <w:noProof/>
      </w:rPr>
      <w:t>5</w:t>
    </w:r>
    <w:r w:rsidR="004D1A37">
      <w:rPr>
        <w:rFonts w:ascii="Arial" w:hAnsi="Arial" w:cs="Arial"/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21847" w14:textId="77777777" w:rsidR="00640F11" w:rsidRDefault="00640F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777B0" w14:textId="77777777" w:rsidR="004D1A37" w:rsidRDefault="004D1A37" w:rsidP="009E6718">
      <w:r>
        <w:separator/>
      </w:r>
    </w:p>
  </w:footnote>
  <w:footnote w:type="continuationSeparator" w:id="0">
    <w:p w14:paraId="46D2EA47" w14:textId="77777777" w:rsidR="004D1A37" w:rsidRDefault="004D1A37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1E93E" w14:textId="77777777" w:rsidR="00640F11" w:rsidRDefault="00640F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5A7B8" w14:textId="417FCFF5" w:rsidR="00A90DA5" w:rsidRDefault="00F766B5" w:rsidP="00A90DA5">
    <w:pPr>
      <w:pStyle w:val="berschrift3"/>
      <w:spacing w:before="60" w:after="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B7811D" wp14:editId="4DE5E638">
          <wp:simplePos x="0" y="0"/>
          <wp:positionH relativeFrom="column">
            <wp:posOffset>-251460</wp:posOffset>
          </wp:positionH>
          <wp:positionV relativeFrom="paragraph">
            <wp:posOffset>-22225</wp:posOffset>
          </wp:positionV>
          <wp:extent cx="480060" cy="480060"/>
          <wp:effectExtent l="0" t="0" r="0" b="0"/>
          <wp:wrapNone/>
          <wp:docPr id="1" name="Grafik 1" descr="ZS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SL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68BC">
      <w:rPr>
        <w:noProof/>
      </w:rPr>
      <w:t>Threads</w:t>
    </w:r>
    <w:r w:rsidR="00A90DA5">
      <w:t xml:space="preserve"> – Teil 1</w:t>
    </w:r>
  </w:p>
  <w:p w14:paraId="0C300ACC" w14:textId="77777777" w:rsidR="00A90DA5" w:rsidRDefault="00A90DA5" w:rsidP="00A90DA5">
    <w:pPr>
      <w:pStyle w:val="Kopfzeile"/>
      <w:spacing w:after="0" w:line="240" w:lineRule="auto"/>
      <w:jc w:val="center"/>
    </w:pPr>
    <w:r>
      <w:t>Infoblatt</w:t>
    </w:r>
    <w:r>
      <w:rPr>
        <w:noProof/>
      </w:rPr>
      <w:t xml:space="preserve"> </w:t>
    </w:r>
  </w:p>
  <w:p w14:paraId="64DB039B" w14:textId="2CAF506E" w:rsidR="009E6718" w:rsidRDefault="009E6718" w:rsidP="00AC265F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D98DA" w14:textId="77777777" w:rsidR="00640F11" w:rsidRDefault="00640F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45FF2"/>
    <w:multiLevelType w:val="hybridMultilevel"/>
    <w:tmpl w:val="41CC8F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9"/>
  </w:num>
  <w:num w:numId="5">
    <w:abstractNumId w:val="1"/>
  </w:num>
  <w:num w:numId="6">
    <w:abstractNumId w:val="11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12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7954"/>
    <w:rsid w:val="00024DED"/>
    <w:rsid w:val="00030042"/>
    <w:rsid w:val="00034892"/>
    <w:rsid w:val="00036044"/>
    <w:rsid w:val="000509B0"/>
    <w:rsid w:val="00052479"/>
    <w:rsid w:val="00056142"/>
    <w:rsid w:val="00056ADF"/>
    <w:rsid w:val="00057DB9"/>
    <w:rsid w:val="000625F2"/>
    <w:rsid w:val="000629A6"/>
    <w:rsid w:val="00063514"/>
    <w:rsid w:val="0006786B"/>
    <w:rsid w:val="00067B1F"/>
    <w:rsid w:val="0007367E"/>
    <w:rsid w:val="000770B3"/>
    <w:rsid w:val="000826C2"/>
    <w:rsid w:val="000840B0"/>
    <w:rsid w:val="000869A5"/>
    <w:rsid w:val="00087367"/>
    <w:rsid w:val="00090CCF"/>
    <w:rsid w:val="00093A85"/>
    <w:rsid w:val="00094574"/>
    <w:rsid w:val="000954E9"/>
    <w:rsid w:val="000A5111"/>
    <w:rsid w:val="000A6594"/>
    <w:rsid w:val="000A7030"/>
    <w:rsid w:val="000B73BB"/>
    <w:rsid w:val="000C5AFC"/>
    <w:rsid w:val="000C690E"/>
    <w:rsid w:val="000D253C"/>
    <w:rsid w:val="000D34F0"/>
    <w:rsid w:val="000D5295"/>
    <w:rsid w:val="000D5DF0"/>
    <w:rsid w:val="000D602C"/>
    <w:rsid w:val="000E17CA"/>
    <w:rsid w:val="000E550F"/>
    <w:rsid w:val="000E7B1B"/>
    <w:rsid w:val="000F132F"/>
    <w:rsid w:val="000F25EA"/>
    <w:rsid w:val="000F61F1"/>
    <w:rsid w:val="0010023C"/>
    <w:rsid w:val="00101DC2"/>
    <w:rsid w:val="001026F7"/>
    <w:rsid w:val="00102A7A"/>
    <w:rsid w:val="00104AC2"/>
    <w:rsid w:val="00111F6A"/>
    <w:rsid w:val="00112BFB"/>
    <w:rsid w:val="00113BDE"/>
    <w:rsid w:val="00114743"/>
    <w:rsid w:val="00114D3C"/>
    <w:rsid w:val="0011505B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7B15"/>
    <w:rsid w:val="00157CB1"/>
    <w:rsid w:val="00160249"/>
    <w:rsid w:val="00165BC8"/>
    <w:rsid w:val="00166F3E"/>
    <w:rsid w:val="001740EF"/>
    <w:rsid w:val="0017478C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3EF8"/>
    <w:rsid w:val="001B4512"/>
    <w:rsid w:val="001B62BA"/>
    <w:rsid w:val="001C53FC"/>
    <w:rsid w:val="001D321E"/>
    <w:rsid w:val="001D4445"/>
    <w:rsid w:val="001D4ED7"/>
    <w:rsid w:val="001D52D2"/>
    <w:rsid w:val="001D5C8D"/>
    <w:rsid w:val="001D731D"/>
    <w:rsid w:val="001E011A"/>
    <w:rsid w:val="001E1AC2"/>
    <w:rsid w:val="001E3DFE"/>
    <w:rsid w:val="001E414D"/>
    <w:rsid w:val="001F090E"/>
    <w:rsid w:val="001F0CBD"/>
    <w:rsid w:val="001F6F30"/>
    <w:rsid w:val="002014BF"/>
    <w:rsid w:val="00207EBD"/>
    <w:rsid w:val="00210A3A"/>
    <w:rsid w:val="00211549"/>
    <w:rsid w:val="00220001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647"/>
    <w:rsid w:val="00257403"/>
    <w:rsid w:val="002612EB"/>
    <w:rsid w:val="00266F6B"/>
    <w:rsid w:val="00266F8F"/>
    <w:rsid w:val="002671FD"/>
    <w:rsid w:val="00267ABC"/>
    <w:rsid w:val="002710AA"/>
    <w:rsid w:val="00271181"/>
    <w:rsid w:val="002777EC"/>
    <w:rsid w:val="002830B0"/>
    <w:rsid w:val="00284160"/>
    <w:rsid w:val="00286401"/>
    <w:rsid w:val="002917FA"/>
    <w:rsid w:val="0029659A"/>
    <w:rsid w:val="002A396B"/>
    <w:rsid w:val="002A783C"/>
    <w:rsid w:val="002B2360"/>
    <w:rsid w:val="002B30F0"/>
    <w:rsid w:val="002B48AA"/>
    <w:rsid w:val="002B4D28"/>
    <w:rsid w:val="002B51A6"/>
    <w:rsid w:val="002C1F7B"/>
    <w:rsid w:val="002C5016"/>
    <w:rsid w:val="002C57C6"/>
    <w:rsid w:val="002C76B8"/>
    <w:rsid w:val="002C7FC8"/>
    <w:rsid w:val="002D2667"/>
    <w:rsid w:val="002E1C46"/>
    <w:rsid w:val="002E3310"/>
    <w:rsid w:val="002E3EA3"/>
    <w:rsid w:val="002E5680"/>
    <w:rsid w:val="002E6C2D"/>
    <w:rsid w:val="002E7897"/>
    <w:rsid w:val="002E7AC5"/>
    <w:rsid w:val="002F3BDA"/>
    <w:rsid w:val="002F6FA2"/>
    <w:rsid w:val="00300AB2"/>
    <w:rsid w:val="0030117A"/>
    <w:rsid w:val="00303217"/>
    <w:rsid w:val="00304807"/>
    <w:rsid w:val="00305EBE"/>
    <w:rsid w:val="00307C72"/>
    <w:rsid w:val="00314F3E"/>
    <w:rsid w:val="00315DEF"/>
    <w:rsid w:val="00322B4C"/>
    <w:rsid w:val="00323CC0"/>
    <w:rsid w:val="00330816"/>
    <w:rsid w:val="00331436"/>
    <w:rsid w:val="00331F0C"/>
    <w:rsid w:val="00333018"/>
    <w:rsid w:val="003362A7"/>
    <w:rsid w:val="003446B5"/>
    <w:rsid w:val="00350FED"/>
    <w:rsid w:val="00352185"/>
    <w:rsid w:val="00355CD8"/>
    <w:rsid w:val="00365DC0"/>
    <w:rsid w:val="0036627D"/>
    <w:rsid w:val="00366583"/>
    <w:rsid w:val="0037066A"/>
    <w:rsid w:val="00372E6A"/>
    <w:rsid w:val="003731D2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878ED"/>
    <w:rsid w:val="00392EA4"/>
    <w:rsid w:val="00393594"/>
    <w:rsid w:val="00396BAF"/>
    <w:rsid w:val="003A52A0"/>
    <w:rsid w:val="003A6FD9"/>
    <w:rsid w:val="003B213C"/>
    <w:rsid w:val="003B4EEA"/>
    <w:rsid w:val="003B6D7F"/>
    <w:rsid w:val="003C7BB8"/>
    <w:rsid w:val="003D4183"/>
    <w:rsid w:val="003D5293"/>
    <w:rsid w:val="003D5E50"/>
    <w:rsid w:val="003D7AB8"/>
    <w:rsid w:val="003E0276"/>
    <w:rsid w:val="003E11ED"/>
    <w:rsid w:val="003E24B5"/>
    <w:rsid w:val="003E54AE"/>
    <w:rsid w:val="003F1A36"/>
    <w:rsid w:val="003F2474"/>
    <w:rsid w:val="003F41D0"/>
    <w:rsid w:val="003F4B95"/>
    <w:rsid w:val="003F58FA"/>
    <w:rsid w:val="003F7AE5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338D"/>
    <w:rsid w:val="00446D30"/>
    <w:rsid w:val="00453064"/>
    <w:rsid w:val="00460523"/>
    <w:rsid w:val="0046128F"/>
    <w:rsid w:val="00461AA4"/>
    <w:rsid w:val="00461C2C"/>
    <w:rsid w:val="004641DF"/>
    <w:rsid w:val="004647C3"/>
    <w:rsid w:val="004667D0"/>
    <w:rsid w:val="00475854"/>
    <w:rsid w:val="00477923"/>
    <w:rsid w:val="0048061E"/>
    <w:rsid w:val="0048232D"/>
    <w:rsid w:val="00482CE6"/>
    <w:rsid w:val="00484F99"/>
    <w:rsid w:val="0048673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15B9"/>
    <w:rsid w:val="004B437A"/>
    <w:rsid w:val="004B49CE"/>
    <w:rsid w:val="004B63D1"/>
    <w:rsid w:val="004B70BD"/>
    <w:rsid w:val="004C4152"/>
    <w:rsid w:val="004D0F6E"/>
    <w:rsid w:val="004D1A37"/>
    <w:rsid w:val="004D284E"/>
    <w:rsid w:val="004D415D"/>
    <w:rsid w:val="004D47E2"/>
    <w:rsid w:val="004D4C7F"/>
    <w:rsid w:val="004E3A8B"/>
    <w:rsid w:val="004F08C6"/>
    <w:rsid w:val="004F13A9"/>
    <w:rsid w:val="004F29F1"/>
    <w:rsid w:val="004F2B2E"/>
    <w:rsid w:val="004F43A5"/>
    <w:rsid w:val="004F7E96"/>
    <w:rsid w:val="00500444"/>
    <w:rsid w:val="005044E1"/>
    <w:rsid w:val="00507C27"/>
    <w:rsid w:val="00507E68"/>
    <w:rsid w:val="005121E3"/>
    <w:rsid w:val="00512703"/>
    <w:rsid w:val="0051568B"/>
    <w:rsid w:val="0051784D"/>
    <w:rsid w:val="005219F8"/>
    <w:rsid w:val="00523566"/>
    <w:rsid w:val="005250B1"/>
    <w:rsid w:val="00527586"/>
    <w:rsid w:val="005313B2"/>
    <w:rsid w:val="005332F1"/>
    <w:rsid w:val="00534D89"/>
    <w:rsid w:val="0053716C"/>
    <w:rsid w:val="00543A23"/>
    <w:rsid w:val="005443AC"/>
    <w:rsid w:val="00551B6C"/>
    <w:rsid w:val="0055675C"/>
    <w:rsid w:val="0056025C"/>
    <w:rsid w:val="00560397"/>
    <w:rsid w:val="00560DE8"/>
    <w:rsid w:val="00562701"/>
    <w:rsid w:val="00563118"/>
    <w:rsid w:val="00563D15"/>
    <w:rsid w:val="00564672"/>
    <w:rsid w:val="005662B3"/>
    <w:rsid w:val="005673DA"/>
    <w:rsid w:val="00567786"/>
    <w:rsid w:val="00567C3F"/>
    <w:rsid w:val="00567CC4"/>
    <w:rsid w:val="005707F2"/>
    <w:rsid w:val="00571844"/>
    <w:rsid w:val="00573964"/>
    <w:rsid w:val="0057561A"/>
    <w:rsid w:val="0057695B"/>
    <w:rsid w:val="005775D1"/>
    <w:rsid w:val="0058113B"/>
    <w:rsid w:val="00585CD7"/>
    <w:rsid w:val="00597436"/>
    <w:rsid w:val="005974CA"/>
    <w:rsid w:val="005A360C"/>
    <w:rsid w:val="005A37A9"/>
    <w:rsid w:val="005A6FCB"/>
    <w:rsid w:val="005A7326"/>
    <w:rsid w:val="005B165E"/>
    <w:rsid w:val="005B2131"/>
    <w:rsid w:val="005B402F"/>
    <w:rsid w:val="005B4230"/>
    <w:rsid w:val="005C509F"/>
    <w:rsid w:val="005C5447"/>
    <w:rsid w:val="005C614E"/>
    <w:rsid w:val="005D0EB9"/>
    <w:rsid w:val="005D38B7"/>
    <w:rsid w:val="005D7BD2"/>
    <w:rsid w:val="005D7CC6"/>
    <w:rsid w:val="005E369A"/>
    <w:rsid w:val="005E39C0"/>
    <w:rsid w:val="005E4761"/>
    <w:rsid w:val="005E5338"/>
    <w:rsid w:val="005E7F6A"/>
    <w:rsid w:val="005F142E"/>
    <w:rsid w:val="005F4245"/>
    <w:rsid w:val="005F5FB1"/>
    <w:rsid w:val="005F7102"/>
    <w:rsid w:val="005F7884"/>
    <w:rsid w:val="006010AA"/>
    <w:rsid w:val="00602568"/>
    <w:rsid w:val="006032FA"/>
    <w:rsid w:val="00603ABC"/>
    <w:rsid w:val="00604247"/>
    <w:rsid w:val="00604A11"/>
    <w:rsid w:val="00605977"/>
    <w:rsid w:val="006067AD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378DB"/>
    <w:rsid w:val="00640792"/>
    <w:rsid w:val="00640F11"/>
    <w:rsid w:val="0064195E"/>
    <w:rsid w:val="00642353"/>
    <w:rsid w:val="00651AE9"/>
    <w:rsid w:val="00651B43"/>
    <w:rsid w:val="00653386"/>
    <w:rsid w:val="006536F3"/>
    <w:rsid w:val="0065511B"/>
    <w:rsid w:val="00657283"/>
    <w:rsid w:val="006575F6"/>
    <w:rsid w:val="00661C4D"/>
    <w:rsid w:val="006705CE"/>
    <w:rsid w:val="00670E7E"/>
    <w:rsid w:val="00671DB1"/>
    <w:rsid w:val="00674FFF"/>
    <w:rsid w:val="00676B0F"/>
    <w:rsid w:val="006801DB"/>
    <w:rsid w:val="006813B7"/>
    <w:rsid w:val="00681461"/>
    <w:rsid w:val="006840E8"/>
    <w:rsid w:val="006841BF"/>
    <w:rsid w:val="006856D3"/>
    <w:rsid w:val="00685DAF"/>
    <w:rsid w:val="00687FBE"/>
    <w:rsid w:val="006909FB"/>
    <w:rsid w:val="00692172"/>
    <w:rsid w:val="00697287"/>
    <w:rsid w:val="006A160E"/>
    <w:rsid w:val="006A27AA"/>
    <w:rsid w:val="006A4944"/>
    <w:rsid w:val="006A5E1A"/>
    <w:rsid w:val="006A6A6F"/>
    <w:rsid w:val="006A7900"/>
    <w:rsid w:val="006B05A0"/>
    <w:rsid w:val="006B3C18"/>
    <w:rsid w:val="006B54FB"/>
    <w:rsid w:val="006B7314"/>
    <w:rsid w:val="006C352B"/>
    <w:rsid w:val="006D17FF"/>
    <w:rsid w:val="006D55A6"/>
    <w:rsid w:val="006D5631"/>
    <w:rsid w:val="006D7D47"/>
    <w:rsid w:val="006D7ECB"/>
    <w:rsid w:val="006E0890"/>
    <w:rsid w:val="006E1BA0"/>
    <w:rsid w:val="006E3A18"/>
    <w:rsid w:val="006E504E"/>
    <w:rsid w:val="006E5EC4"/>
    <w:rsid w:val="006F18CB"/>
    <w:rsid w:val="006F6CD8"/>
    <w:rsid w:val="007026E1"/>
    <w:rsid w:val="00704DA5"/>
    <w:rsid w:val="00705CE4"/>
    <w:rsid w:val="0070611F"/>
    <w:rsid w:val="00713AFE"/>
    <w:rsid w:val="00715060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5D0"/>
    <w:rsid w:val="00744E04"/>
    <w:rsid w:val="007469FD"/>
    <w:rsid w:val="0074721A"/>
    <w:rsid w:val="00752167"/>
    <w:rsid w:val="00752EC2"/>
    <w:rsid w:val="00753007"/>
    <w:rsid w:val="007538D3"/>
    <w:rsid w:val="007539C0"/>
    <w:rsid w:val="00754405"/>
    <w:rsid w:val="00755109"/>
    <w:rsid w:val="00755C36"/>
    <w:rsid w:val="00757D6E"/>
    <w:rsid w:val="00766006"/>
    <w:rsid w:val="00767662"/>
    <w:rsid w:val="00770B33"/>
    <w:rsid w:val="00772E6B"/>
    <w:rsid w:val="00773836"/>
    <w:rsid w:val="00775AAD"/>
    <w:rsid w:val="00781A55"/>
    <w:rsid w:val="00783D26"/>
    <w:rsid w:val="00786C56"/>
    <w:rsid w:val="007920B4"/>
    <w:rsid w:val="007940CB"/>
    <w:rsid w:val="00795E11"/>
    <w:rsid w:val="007A0AC9"/>
    <w:rsid w:val="007A13B1"/>
    <w:rsid w:val="007A2FA7"/>
    <w:rsid w:val="007B1DC9"/>
    <w:rsid w:val="007B5D32"/>
    <w:rsid w:val="007B7DEA"/>
    <w:rsid w:val="007C177C"/>
    <w:rsid w:val="007C203B"/>
    <w:rsid w:val="007C3101"/>
    <w:rsid w:val="007C5388"/>
    <w:rsid w:val="007C5FAE"/>
    <w:rsid w:val="007D00F5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63E7"/>
    <w:rsid w:val="007E777D"/>
    <w:rsid w:val="007F2856"/>
    <w:rsid w:val="007F55C5"/>
    <w:rsid w:val="007F5855"/>
    <w:rsid w:val="00800B8A"/>
    <w:rsid w:val="00802C9F"/>
    <w:rsid w:val="00803DD0"/>
    <w:rsid w:val="00804536"/>
    <w:rsid w:val="008051A2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51376"/>
    <w:rsid w:val="00852FDE"/>
    <w:rsid w:val="008675B2"/>
    <w:rsid w:val="00867975"/>
    <w:rsid w:val="00880AC2"/>
    <w:rsid w:val="00884421"/>
    <w:rsid w:val="008858A2"/>
    <w:rsid w:val="0088677F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214D"/>
    <w:rsid w:val="008A21ED"/>
    <w:rsid w:val="008A30F4"/>
    <w:rsid w:val="008C2B4B"/>
    <w:rsid w:val="008C4574"/>
    <w:rsid w:val="008C4E52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E73"/>
    <w:rsid w:val="00900544"/>
    <w:rsid w:val="0090081F"/>
    <w:rsid w:val="00901447"/>
    <w:rsid w:val="009018DA"/>
    <w:rsid w:val="009042A4"/>
    <w:rsid w:val="00904536"/>
    <w:rsid w:val="00911A54"/>
    <w:rsid w:val="00912116"/>
    <w:rsid w:val="00920B92"/>
    <w:rsid w:val="00921FF0"/>
    <w:rsid w:val="009229E6"/>
    <w:rsid w:val="00932E50"/>
    <w:rsid w:val="009330F1"/>
    <w:rsid w:val="00934FB5"/>
    <w:rsid w:val="0094437F"/>
    <w:rsid w:val="00944DE2"/>
    <w:rsid w:val="009451F5"/>
    <w:rsid w:val="00946691"/>
    <w:rsid w:val="00952C3F"/>
    <w:rsid w:val="00955FEB"/>
    <w:rsid w:val="009560D1"/>
    <w:rsid w:val="0097333B"/>
    <w:rsid w:val="00975433"/>
    <w:rsid w:val="00977EDC"/>
    <w:rsid w:val="009819FE"/>
    <w:rsid w:val="00983219"/>
    <w:rsid w:val="00985DF1"/>
    <w:rsid w:val="00985E38"/>
    <w:rsid w:val="00994234"/>
    <w:rsid w:val="009954F0"/>
    <w:rsid w:val="009A19E7"/>
    <w:rsid w:val="009A2B77"/>
    <w:rsid w:val="009A3714"/>
    <w:rsid w:val="009A3BC6"/>
    <w:rsid w:val="009B1CCE"/>
    <w:rsid w:val="009B753A"/>
    <w:rsid w:val="009C0D46"/>
    <w:rsid w:val="009C2940"/>
    <w:rsid w:val="009C3730"/>
    <w:rsid w:val="009D21D3"/>
    <w:rsid w:val="009D2430"/>
    <w:rsid w:val="009D331D"/>
    <w:rsid w:val="009D651E"/>
    <w:rsid w:val="009E0DC7"/>
    <w:rsid w:val="009E1C66"/>
    <w:rsid w:val="009E2D7C"/>
    <w:rsid w:val="009E6718"/>
    <w:rsid w:val="009F0E28"/>
    <w:rsid w:val="009F14B4"/>
    <w:rsid w:val="009F4BFB"/>
    <w:rsid w:val="00A020AF"/>
    <w:rsid w:val="00A02E9F"/>
    <w:rsid w:val="00A03712"/>
    <w:rsid w:val="00A038CB"/>
    <w:rsid w:val="00A04792"/>
    <w:rsid w:val="00A05828"/>
    <w:rsid w:val="00A07262"/>
    <w:rsid w:val="00A11F72"/>
    <w:rsid w:val="00A12511"/>
    <w:rsid w:val="00A13BB7"/>
    <w:rsid w:val="00A16315"/>
    <w:rsid w:val="00A16BE8"/>
    <w:rsid w:val="00A20640"/>
    <w:rsid w:val="00A2180A"/>
    <w:rsid w:val="00A23C83"/>
    <w:rsid w:val="00A23F6B"/>
    <w:rsid w:val="00A253A5"/>
    <w:rsid w:val="00A25DBA"/>
    <w:rsid w:val="00A271F3"/>
    <w:rsid w:val="00A3055F"/>
    <w:rsid w:val="00A40FE0"/>
    <w:rsid w:val="00A51C08"/>
    <w:rsid w:val="00A52999"/>
    <w:rsid w:val="00A52D30"/>
    <w:rsid w:val="00A570A3"/>
    <w:rsid w:val="00A7015E"/>
    <w:rsid w:val="00A714E2"/>
    <w:rsid w:val="00A75CC9"/>
    <w:rsid w:val="00A77E65"/>
    <w:rsid w:val="00A81135"/>
    <w:rsid w:val="00A81AE1"/>
    <w:rsid w:val="00A8644E"/>
    <w:rsid w:val="00A90DA5"/>
    <w:rsid w:val="00A913A5"/>
    <w:rsid w:val="00A93C75"/>
    <w:rsid w:val="00A94AB6"/>
    <w:rsid w:val="00AA1769"/>
    <w:rsid w:val="00AB19BE"/>
    <w:rsid w:val="00AB2160"/>
    <w:rsid w:val="00AB4BB2"/>
    <w:rsid w:val="00AB5131"/>
    <w:rsid w:val="00AC0164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4E"/>
    <w:rsid w:val="00B17EEC"/>
    <w:rsid w:val="00B240D6"/>
    <w:rsid w:val="00B3614E"/>
    <w:rsid w:val="00B3618E"/>
    <w:rsid w:val="00B427B9"/>
    <w:rsid w:val="00B5010C"/>
    <w:rsid w:val="00B621EF"/>
    <w:rsid w:val="00B67A32"/>
    <w:rsid w:val="00B70A70"/>
    <w:rsid w:val="00B732E2"/>
    <w:rsid w:val="00B754FF"/>
    <w:rsid w:val="00B75A87"/>
    <w:rsid w:val="00B75F78"/>
    <w:rsid w:val="00B76C4B"/>
    <w:rsid w:val="00B77591"/>
    <w:rsid w:val="00B77995"/>
    <w:rsid w:val="00B8124A"/>
    <w:rsid w:val="00B93FC8"/>
    <w:rsid w:val="00BA15CB"/>
    <w:rsid w:val="00BA1EE8"/>
    <w:rsid w:val="00BA56D8"/>
    <w:rsid w:val="00BA6358"/>
    <w:rsid w:val="00BB0400"/>
    <w:rsid w:val="00BB05BF"/>
    <w:rsid w:val="00BB17B8"/>
    <w:rsid w:val="00BB379C"/>
    <w:rsid w:val="00BB56CD"/>
    <w:rsid w:val="00BC4061"/>
    <w:rsid w:val="00BD0325"/>
    <w:rsid w:val="00BD20A3"/>
    <w:rsid w:val="00BD4307"/>
    <w:rsid w:val="00BD5BEC"/>
    <w:rsid w:val="00BD61BB"/>
    <w:rsid w:val="00BE3B2E"/>
    <w:rsid w:val="00BE5A92"/>
    <w:rsid w:val="00BE7890"/>
    <w:rsid w:val="00BF0760"/>
    <w:rsid w:val="00BF53CB"/>
    <w:rsid w:val="00BF6C8E"/>
    <w:rsid w:val="00C02679"/>
    <w:rsid w:val="00C068BC"/>
    <w:rsid w:val="00C118E4"/>
    <w:rsid w:val="00C1679A"/>
    <w:rsid w:val="00C21875"/>
    <w:rsid w:val="00C24309"/>
    <w:rsid w:val="00C24447"/>
    <w:rsid w:val="00C24602"/>
    <w:rsid w:val="00C32B82"/>
    <w:rsid w:val="00C33E9C"/>
    <w:rsid w:val="00C41456"/>
    <w:rsid w:val="00C46513"/>
    <w:rsid w:val="00C51E1F"/>
    <w:rsid w:val="00C66548"/>
    <w:rsid w:val="00C67341"/>
    <w:rsid w:val="00C67F56"/>
    <w:rsid w:val="00C72505"/>
    <w:rsid w:val="00C76F3D"/>
    <w:rsid w:val="00C80A66"/>
    <w:rsid w:val="00C81B68"/>
    <w:rsid w:val="00C839C7"/>
    <w:rsid w:val="00C84AC4"/>
    <w:rsid w:val="00C84B76"/>
    <w:rsid w:val="00C85C33"/>
    <w:rsid w:val="00C864EE"/>
    <w:rsid w:val="00C907F8"/>
    <w:rsid w:val="00C92DD3"/>
    <w:rsid w:val="00C930E1"/>
    <w:rsid w:val="00C976EA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D014D"/>
    <w:rsid w:val="00CD2AEE"/>
    <w:rsid w:val="00CD5FD3"/>
    <w:rsid w:val="00CE2B0E"/>
    <w:rsid w:val="00CF2540"/>
    <w:rsid w:val="00CF76DC"/>
    <w:rsid w:val="00D008B5"/>
    <w:rsid w:val="00D03823"/>
    <w:rsid w:val="00D052AD"/>
    <w:rsid w:val="00D10F22"/>
    <w:rsid w:val="00D11D81"/>
    <w:rsid w:val="00D200AA"/>
    <w:rsid w:val="00D215F3"/>
    <w:rsid w:val="00D230BE"/>
    <w:rsid w:val="00D24E52"/>
    <w:rsid w:val="00D24EB7"/>
    <w:rsid w:val="00D30743"/>
    <w:rsid w:val="00D325CA"/>
    <w:rsid w:val="00D3666B"/>
    <w:rsid w:val="00D37A0D"/>
    <w:rsid w:val="00D40019"/>
    <w:rsid w:val="00D407B1"/>
    <w:rsid w:val="00D54D3B"/>
    <w:rsid w:val="00D56048"/>
    <w:rsid w:val="00D617EC"/>
    <w:rsid w:val="00D622D1"/>
    <w:rsid w:val="00D64257"/>
    <w:rsid w:val="00D66B4A"/>
    <w:rsid w:val="00D70348"/>
    <w:rsid w:val="00D7414C"/>
    <w:rsid w:val="00D84193"/>
    <w:rsid w:val="00D91E54"/>
    <w:rsid w:val="00D94E1E"/>
    <w:rsid w:val="00D95D09"/>
    <w:rsid w:val="00D973C3"/>
    <w:rsid w:val="00DA2E20"/>
    <w:rsid w:val="00DA2F5F"/>
    <w:rsid w:val="00DA46B3"/>
    <w:rsid w:val="00DA4CD5"/>
    <w:rsid w:val="00DB149C"/>
    <w:rsid w:val="00DB1801"/>
    <w:rsid w:val="00DB2733"/>
    <w:rsid w:val="00DC3289"/>
    <w:rsid w:val="00DC4BAA"/>
    <w:rsid w:val="00DD14C8"/>
    <w:rsid w:val="00DD3DA1"/>
    <w:rsid w:val="00DD5EF6"/>
    <w:rsid w:val="00DD68CC"/>
    <w:rsid w:val="00DE4BE9"/>
    <w:rsid w:val="00DE5661"/>
    <w:rsid w:val="00DE641A"/>
    <w:rsid w:val="00DE647A"/>
    <w:rsid w:val="00DE64A6"/>
    <w:rsid w:val="00DE700F"/>
    <w:rsid w:val="00DF1BF4"/>
    <w:rsid w:val="00DF3577"/>
    <w:rsid w:val="00E02725"/>
    <w:rsid w:val="00E11705"/>
    <w:rsid w:val="00E14185"/>
    <w:rsid w:val="00E17E6D"/>
    <w:rsid w:val="00E21E9D"/>
    <w:rsid w:val="00E23209"/>
    <w:rsid w:val="00E2551F"/>
    <w:rsid w:val="00E32FD4"/>
    <w:rsid w:val="00E3345C"/>
    <w:rsid w:val="00E34E0B"/>
    <w:rsid w:val="00E36417"/>
    <w:rsid w:val="00E36CB5"/>
    <w:rsid w:val="00E426DC"/>
    <w:rsid w:val="00E46A90"/>
    <w:rsid w:val="00E54176"/>
    <w:rsid w:val="00E55289"/>
    <w:rsid w:val="00E60005"/>
    <w:rsid w:val="00E63399"/>
    <w:rsid w:val="00E64D98"/>
    <w:rsid w:val="00E70638"/>
    <w:rsid w:val="00E7524B"/>
    <w:rsid w:val="00E7667C"/>
    <w:rsid w:val="00E76E77"/>
    <w:rsid w:val="00E803FA"/>
    <w:rsid w:val="00E81BF4"/>
    <w:rsid w:val="00E84AD4"/>
    <w:rsid w:val="00E861D4"/>
    <w:rsid w:val="00E914A8"/>
    <w:rsid w:val="00E91CFD"/>
    <w:rsid w:val="00E943CD"/>
    <w:rsid w:val="00E95995"/>
    <w:rsid w:val="00E97178"/>
    <w:rsid w:val="00E97A43"/>
    <w:rsid w:val="00EA35CC"/>
    <w:rsid w:val="00EA4671"/>
    <w:rsid w:val="00EB39E9"/>
    <w:rsid w:val="00EC2842"/>
    <w:rsid w:val="00EC3F33"/>
    <w:rsid w:val="00EC4231"/>
    <w:rsid w:val="00EC4A64"/>
    <w:rsid w:val="00EC52C4"/>
    <w:rsid w:val="00EC5637"/>
    <w:rsid w:val="00ED0651"/>
    <w:rsid w:val="00ED11A3"/>
    <w:rsid w:val="00ED23D2"/>
    <w:rsid w:val="00ED464A"/>
    <w:rsid w:val="00ED7391"/>
    <w:rsid w:val="00ED7557"/>
    <w:rsid w:val="00ED7DAD"/>
    <w:rsid w:val="00EE1757"/>
    <w:rsid w:val="00EE2C8F"/>
    <w:rsid w:val="00EF2D9E"/>
    <w:rsid w:val="00EF5C70"/>
    <w:rsid w:val="00F00E2B"/>
    <w:rsid w:val="00F02CB4"/>
    <w:rsid w:val="00F051D1"/>
    <w:rsid w:val="00F075A6"/>
    <w:rsid w:val="00F12D34"/>
    <w:rsid w:val="00F1388D"/>
    <w:rsid w:val="00F1394C"/>
    <w:rsid w:val="00F13C61"/>
    <w:rsid w:val="00F16A9C"/>
    <w:rsid w:val="00F23842"/>
    <w:rsid w:val="00F23920"/>
    <w:rsid w:val="00F23B4E"/>
    <w:rsid w:val="00F27DA3"/>
    <w:rsid w:val="00F43803"/>
    <w:rsid w:val="00F4541B"/>
    <w:rsid w:val="00F46358"/>
    <w:rsid w:val="00F4653D"/>
    <w:rsid w:val="00F47F1B"/>
    <w:rsid w:val="00F5355E"/>
    <w:rsid w:val="00F5469E"/>
    <w:rsid w:val="00F5752F"/>
    <w:rsid w:val="00F63E44"/>
    <w:rsid w:val="00F64034"/>
    <w:rsid w:val="00F71689"/>
    <w:rsid w:val="00F71B6F"/>
    <w:rsid w:val="00F71C10"/>
    <w:rsid w:val="00F71F50"/>
    <w:rsid w:val="00F72142"/>
    <w:rsid w:val="00F7271C"/>
    <w:rsid w:val="00F75D2E"/>
    <w:rsid w:val="00F766B5"/>
    <w:rsid w:val="00F8063B"/>
    <w:rsid w:val="00F822D1"/>
    <w:rsid w:val="00F83386"/>
    <w:rsid w:val="00F8370E"/>
    <w:rsid w:val="00F87B1C"/>
    <w:rsid w:val="00F87CBB"/>
    <w:rsid w:val="00F90F0E"/>
    <w:rsid w:val="00F920BA"/>
    <w:rsid w:val="00F97F3C"/>
    <w:rsid w:val="00FA09F0"/>
    <w:rsid w:val="00FA4FED"/>
    <w:rsid w:val="00FA7FA5"/>
    <w:rsid w:val="00FB5940"/>
    <w:rsid w:val="00FB6154"/>
    <w:rsid w:val="00FC0C0D"/>
    <w:rsid w:val="00FC3352"/>
    <w:rsid w:val="00FD06C2"/>
    <w:rsid w:val="00FD1532"/>
    <w:rsid w:val="00FD5F39"/>
    <w:rsid w:val="00FD6B17"/>
    <w:rsid w:val="00FE0096"/>
    <w:rsid w:val="00FE0F6D"/>
    <w:rsid w:val="00FE0FFD"/>
    <w:rsid w:val="00FE153A"/>
    <w:rsid w:val="00FE4919"/>
    <w:rsid w:val="00FF14DB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B8F21-23B2-4F61-BBDA-08343FCBC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6D400-2170-4CF6-9225-9870F8907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46BF9B-9C16-4908-AEBE-E348D0ED9D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E0A54F-5208-44DB-B8FF-289FFD67D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847</Words>
  <Characters>5206</Characters>
  <Application>Microsoft Office Word</Application>
  <DocSecurity>0</DocSecurity>
  <Lines>110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txtbro_ strauss</cp:lastModifiedBy>
  <cp:revision>103</cp:revision>
  <cp:lastPrinted>2020-04-16T14:17:00Z</cp:lastPrinted>
  <dcterms:created xsi:type="dcterms:W3CDTF">2020-02-25T14:41:00Z</dcterms:created>
  <dcterms:modified xsi:type="dcterms:W3CDTF">2021-06-15T15:21:00Z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